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7F" w:rsidRDefault="00135D7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Приложение 5</w:t>
      </w:r>
    </w:p>
    <w:p w:rsidR="00135D7F" w:rsidRDefault="00135D7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к решению о внесению изменения в</w:t>
      </w:r>
    </w:p>
    <w:p w:rsidR="00135D7F" w:rsidRDefault="00135D7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в решение от 21.12.2016 год №3-97</w:t>
      </w:r>
    </w:p>
    <w:p w:rsidR="00135D7F" w:rsidRDefault="00135D7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«О бюджете Вельжичского сельского</w:t>
      </w:r>
    </w:p>
    <w:p w:rsidR="00135D7F" w:rsidRDefault="00135D7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поселения на  2017 год и на плановый</w:t>
      </w:r>
    </w:p>
    <w:p w:rsidR="00135D7F" w:rsidRDefault="00135D7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период 2018 и 2019 годов»</w:t>
      </w:r>
    </w:p>
    <w:p w:rsidR="00135D7F" w:rsidRDefault="00135D7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от ____ г. №___                                                                                                            </w:t>
      </w:r>
    </w:p>
    <w:p w:rsidR="00135D7F" w:rsidRDefault="00135D7F" w:rsidP="005C353F">
      <w:pPr>
        <w:jc w:val="right"/>
        <w:rPr>
          <w:lang w:val="ru-RU"/>
        </w:rPr>
      </w:pPr>
    </w:p>
    <w:p w:rsidR="00135D7F" w:rsidRDefault="00135D7F" w:rsidP="005C353F">
      <w:pPr>
        <w:tabs>
          <w:tab w:val="left" w:pos="6870"/>
        </w:tabs>
        <w:jc w:val="right"/>
        <w:rPr>
          <w:lang w:val="ru-RU"/>
        </w:rPr>
      </w:pPr>
      <w:r>
        <w:rPr>
          <w:lang w:val="ru-RU"/>
        </w:rPr>
        <w:tab/>
      </w:r>
    </w:p>
    <w:p w:rsidR="00135D7F" w:rsidRDefault="00135D7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Приложение № 11</w:t>
      </w:r>
    </w:p>
    <w:p w:rsidR="00135D7F" w:rsidRDefault="00135D7F" w:rsidP="005C353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к решению «О бюджете Вельжичского</w:t>
      </w:r>
    </w:p>
    <w:p w:rsidR="00135D7F" w:rsidRDefault="00135D7F" w:rsidP="005C353F">
      <w:pPr>
        <w:tabs>
          <w:tab w:val="left" w:pos="5115"/>
          <w:tab w:val="left" w:pos="5415"/>
          <w:tab w:val="left" w:pos="5550"/>
        </w:tabs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сельского поселения на 2017 год и на</w:t>
      </w:r>
    </w:p>
    <w:p w:rsidR="00135D7F" w:rsidRDefault="00135D7F" w:rsidP="005C353F">
      <w:pPr>
        <w:tabs>
          <w:tab w:val="left" w:pos="5205"/>
          <w:tab w:val="left" w:pos="5295"/>
          <w:tab w:val="left" w:pos="5415"/>
        </w:tabs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плановый период 2018 и 2019 годов»</w:t>
      </w:r>
    </w:p>
    <w:p w:rsidR="00135D7F" w:rsidRDefault="00135D7F" w:rsidP="005C353F">
      <w:pPr>
        <w:tabs>
          <w:tab w:val="left" w:pos="5205"/>
          <w:tab w:val="left" w:pos="5295"/>
          <w:tab w:val="left" w:pos="5415"/>
        </w:tabs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от 21.12.2016г.№3-97</w:t>
      </w:r>
    </w:p>
    <w:p w:rsidR="00135D7F" w:rsidRDefault="00135D7F" w:rsidP="00DF76A2">
      <w:pPr>
        <w:tabs>
          <w:tab w:val="left" w:pos="5625"/>
        </w:tabs>
        <w:rPr>
          <w:lang w:val="ru-RU"/>
        </w:rPr>
      </w:pPr>
    </w:p>
    <w:p w:rsidR="00135D7F" w:rsidRDefault="00135D7F" w:rsidP="00DF76A2">
      <w:pPr>
        <w:jc w:val="both"/>
        <w:rPr>
          <w:lang w:val="ru-RU"/>
        </w:rPr>
      </w:pPr>
    </w:p>
    <w:p w:rsidR="00135D7F" w:rsidRDefault="00135D7F" w:rsidP="00DF76A2">
      <w:pPr>
        <w:jc w:val="both"/>
        <w:rPr>
          <w:lang w:val="ru-RU"/>
        </w:rPr>
      </w:pPr>
    </w:p>
    <w:p w:rsidR="00135D7F" w:rsidRDefault="00135D7F" w:rsidP="00DF76A2">
      <w:pPr>
        <w:jc w:val="both"/>
        <w:rPr>
          <w:lang w:val="ru-RU"/>
        </w:rPr>
      </w:pPr>
    </w:p>
    <w:p w:rsidR="00135D7F" w:rsidRDefault="00135D7F" w:rsidP="00DF76A2">
      <w:pPr>
        <w:jc w:val="both"/>
        <w:rPr>
          <w:lang w:val="ru-RU"/>
        </w:rPr>
      </w:pPr>
    </w:p>
    <w:p w:rsidR="00135D7F" w:rsidRDefault="00135D7F" w:rsidP="00DF76A2">
      <w:pPr>
        <w:jc w:val="both"/>
        <w:rPr>
          <w:lang w:val="ru-RU"/>
        </w:rPr>
      </w:pPr>
    </w:p>
    <w:p w:rsidR="00135D7F" w:rsidRDefault="00135D7F" w:rsidP="00DF76A2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Источники</w:t>
      </w:r>
    </w:p>
    <w:p w:rsidR="00135D7F" w:rsidRDefault="00135D7F" w:rsidP="00DF76A2">
      <w:pPr>
        <w:tabs>
          <w:tab w:val="left" w:pos="5625"/>
        </w:tabs>
        <w:jc w:val="center"/>
        <w:rPr>
          <w:lang w:val="ru-RU"/>
        </w:rPr>
      </w:pPr>
      <w:r>
        <w:rPr>
          <w:lang w:val="ru-RU"/>
        </w:rPr>
        <w:t>внутреннего финансирования дефицита бюджета Вельжичского</w:t>
      </w:r>
    </w:p>
    <w:p w:rsidR="00135D7F" w:rsidRDefault="00135D7F" w:rsidP="00DF76A2">
      <w:pPr>
        <w:tabs>
          <w:tab w:val="left" w:pos="5625"/>
        </w:tabs>
        <w:jc w:val="center"/>
        <w:rPr>
          <w:lang w:val="ru-RU"/>
        </w:rPr>
      </w:pPr>
      <w:r>
        <w:rPr>
          <w:lang w:val="ru-RU"/>
        </w:rPr>
        <w:t>сельского  поселения   на 2017 год и на плановый период 2018 и 2019 годов</w:t>
      </w:r>
    </w:p>
    <w:p w:rsidR="00135D7F" w:rsidRDefault="00135D7F" w:rsidP="00DF76A2">
      <w:pPr>
        <w:jc w:val="center"/>
        <w:rPr>
          <w:lang w:val="ru-RU"/>
        </w:rPr>
      </w:pPr>
    </w:p>
    <w:p w:rsidR="00135D7F" w:rsidRDefault="00135D7F" w:rsidP="00DF76A2">
      <w:pPr>
        <w:tabs>
          <w:tab w:val="left" w:pos="8460"/>
        </w:tabs>
        <w:ind w:left="8280" w:hanging="8640"/>
        <w:rPr>
          <w:lang w:val="ru-RU"/>
        </w:rPr>
      </w:pPr>
      <w:r>
        <w:rPr>
          <w:lang w:val="ru-RU"/>
        </w:rPr>
        <w:tab/>
        <w:t xml:space="preserve">                             рублей</w:t>
      </w:r>
      <w:bookmarkStart w:id="0" w:name="_GoBack"/>
    </w:p>
    <w:tbl>
      <w:tblPr>
        <w:tblpPr w:leftFromText="180" w:rightFromText="180" w:vertAnchor="text" w:horzAnchor="page" w:tblpX="2170" w:tblpY="170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2"/>
        <w:gridCol w:w="4478"/>
        <w:gridCol w:w="1728"/>
      </w:tblGrid>
      <w:tr w:rsidR="00135D7F" w:rsidTr="00DF76A2">
        <w:tc>
          <w:tcPr>
            <w:tcW w:w="3262" w:type="dxa"/>
          </w:tcPr>
          <w:bookmarkEnd w:id="0"/>
          <w:p w:rsidR="00135D7F" w:rsidRDefault="00135D7F" w:rsidP="00DF76A2">
            <w:pPr>
              <w:jc w:val="center"/>
              <w:rPr>
                <w:b/>
              </w:rPr>
            </w:pPr>
            <w:r>
              <w:rPr>
                <w:b/>
              </w:rPr>
              <w:t>КБК</w:t>
            </w:r>
          </w:p>
        </w:tc>
        <w:tc>
          <w:tcPr>
            <w:tcW w:w="4478" w:type="dxa"/>
          </w:tcPr>
          <w:p w:rsidR="00135D7F" w:rsidRDefault="00135D7F" w:rsidP="00DF76A2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728" w:type="dxa"/>
          </w:tcPr>
          <w:p w:rsidR="00135D7F" w:rsidRDefault="00135D7F" w:rsidP="00DF76A2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135D7F" w:rsidTr="00DF76A2">
        <w:tc>
          <w:tcPr>
            <w:tcW w:w="3262" w:type="dxa"/>
          </w:tcPr>
          <w:p w:rsidR="00135D7F" w:rsidRDefault="00135D7F" w:rsidP="00FE128C">
            <w:pPr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lang w:val="ru-RU"/>
              </w:rPr>
              <w:t>30</w:t>
            </w:r>
            <w:r>
              <w:rPr>
                <w:b/>
              </w:rPr>
              <w:t xml:space="preserve"> 01 05 00 00 00 0000 000</w:t>
            </w:r>
          </w:p>
        </w:tc>
        <w:tc>
          <w:tcPr>
            <w:tcW w:w="4478" w:type="dxa"/>
          </w:tcPr>
          <w:p w:rsidR="00135D7F" w:rsidRDefault="00135D7F" w:rsidP="00DF76A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Изменение остатка средств на счетах по учету бюджета</w:t>
            </w:r>
          </w:p>
        </w:tc>
        <w:tc>
          <w:tcPr>
            <w:tcW w:w="1728" w:type="dxa"/>
          </w:tcPr>
          <w:p w:rsidR="00135D7F" w:rsidRPr="00F7266A" w:rsidRDefault="00135D7F" w:rsidP="00DF76A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710430,17</w:t>
            </w:r>
          </w:p>
        </w:tc>
      </w:tr>
      <w:tr w:rsidR="00135D7F" w:rsidTr="00DF76A2">
        <w:trPr>
          <w:trHeight w:val="537"/>
        </w:trPr>
        <w:tc>
          <w:tcPr>
            <w:tcW w:w="3262" w:type="dxa"/>
          </w:tcPr>
          <w:p w:rsidR="00135D7F" w:rsidRPr="00F7266A" w:rsidRDefault="00135D7F" w:rsidP="00FE128C">
            <w:pPr>
              <w:rPr>
                <w:lang w:val="ru-RU"/>
              </w:rPr>
            </w:pPr>
            <w:r>
              <w:rPr>
                <w:lang w:val="ru-RU"/>
              </w:rPr>
              <w:t>930 01 05 00 00 00 0000  500</w:t>
            </w:r>
          </w:p>
        </w:tc>
        <w:tc>
          <w:tcPr>
            <w:tcW w:w="4478" w:type="dxa"/>
          </w:tcPr>
          <w:p w:rsidR="00135D7F" w:rsidRPr="00F7266A" w:rsidRDefault="00135D7F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остатков средств бюджетов</w:t>
            </w:r>
          </w:p>
        </w:tc>
        <w:tc>
          <w:tcPr>
            <w:tcW w:w="1728" w:type="dxa"/>
          </w:tcPr>
          <w:p w:rsidR="00135D7F" w:rsidRPr="00F7266A" w:rsidRDefault="00135D7F" w:rsidP="00686D8F">
            <w:pPr>
              <w:jc w:val="center"/>
              <w:rPr>
                <w:b/>
                <w:lang w:val="ru-RU"/>
              </w:rPr>
            </w:pPr>
            <w:r w:rsidRPr="00F7266A">
              <w:rPr>
                <w:b/>
                <w:lang w:val="ru-RU"/>
              </w:rPr>
              <w:t>-</w:t>
            </w:r>
            <w:r>
              <w:rPr>
                <w:b/>
                <w:lang w:val="ru-RU"/>
              </w:rPr>
              <w:t>724883,00</w:t>
            </w:r>
          </w:p>
        </w:tc>
      </w:tr>
      <w:tr w:rsidR="00135D7F" w:rsidTr="00DF76A2">
        <w:trPr>
          <w:trHeight w:val="537"/>
        </w:trPr>
        <w:tc>
          <w:tcPr>
            <w:tcW w:w="3262" w:type="dxa"/>
          </w:tcPr>
          <w:p w:rsidR="00135D7F" w:rsidRPr="00F7266A" w:rsidRDefault="00135D7F" w:rsidP="00FE128C">
            <w:pPr>
              <w:rPr>
                <w:lang w:val="ru-RU"/>
              </w:rPr>
            </w:pPr>
            <w:r>
              <w:rPr>
                <w:lang w:val="ru-RU"/>
              </w:rPr>
              <w:t>930 01 05 02 00 00 0000  500</w:t>
            </w:r>
          </w:p>
        </w:tc>
        <w:tc>
          <w:tcPr>
            <w:tcW w:w="4478" w:type="dxa"/>
          </w:tcPr>
          <w:p w:rsidR="00135D7F" w:rsidRPr="00F7266A" w:rsidRDefault="00135D7F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28" w:type="dxa"/>
          </w:tcPr>
          <w:p w:rsidR="00135D7F" w:rsidRPr="000E30D2" w:rsidRDefault="00135D7F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-724883,00</w:t>
            </w:r>
          </w:p>
        </w:tc>
      </w:tr>
      <w:tr w:rsidR="00135D7F" w:rsidTr="00DF76A2">
        <w:trPr>
          <w:trHeight w:val="537"/>
        </w:trPr>
        <w:tc>
          <w:tcPr>
            <w:tcW w:w="3262" w:type="dxa"/>
          </w:tcPr>
          <w:p w:rsidR="00135D7F" w:rsidRPr="00F7266A" w:rsidRDefault="00135D7F" w:rsidP="00DF76A2">
            <w:pPr>
              <w:rPr>
                <w:lang w:val="ru-RU"/>
              </w:rPr>
            </w:pPr>
            <w:r>
              <w:rPr>
                <w:lang w:val="ru-RU"/>
              </w:rPr>
              <w:t>930 01 05 02 01 00 0000 510</w:t>
            </w:r>
          </w:p>
        </w:tc>
        <w:tc>
          <w:tcPr>
            <w:tcW w:w="4478" w:type="dxa"/>
          </w:tcPr>
          <w:p w:rsidR="00135D7F" w:rsidRPr="00F7266A" w:rsidRDefault="00135D7F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 прочих остатков денежных средств бюджетов</w:t>
            </w:r>
          </w:p>
        </w:tc>
        <w:tc>
          <w:tcPr>
            <w:tcW w:w="1728" w:type="dxa"/>
          </w:tcPr>
          <w:p w:rsidR="00135D7F" w:rsidRPr="000E30D2" w:rsidRDefault="00135D7F" w:rsidP="00DF76A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-724883,00</w:t>
            </w:r>
          </w:p>
        </w:tc>
      </w:tr>
      <w:tr w:rsidR="00135D7F" w:rsidTr="00DF76A2">
        <w:trPr>
          <w:trHeight w:val="537"/>
        </w:trPr>
        <w:tc>
          <w:tcPr>
            <w:tcW w:w="3262" w:type="dxa"/>
          </w:tcPr>
          <w:p w:rsidR="00135D7F" w:rsidRPr="00F7266A" w:rsidRDefault="00135D7F" w:rsidP="00DF76A2">
            <w:pPr>
              <w:rPr>
                <w:lang w:val="ru-RU"/>
              </w:rPr>
            </w:pPr>
            <w:r>
              <w:rPr>
                <w:lang w:val="ru-RU"/>
              </w:rPr>
              <w:t>930 01 05 02 01 10 0000 510</w:t>
            </w:r>
          </w:p>
        </w:tc>
        <w:tc>
          <w:tcPr>
            <w:tcW w:w="4478" w:type="dxa"/>
          </w:tcPr>
          <w:p w:rsidR="00135D7F" w:rsidRPr="00F7266A" w:rsidRDefault="00135D7F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28" w:type="dxa"/>
          </w:tcPr>
          <w:p w:rsidR="00135D7F" w:rsidRPr="000E30D2" w:rsidRDefault="00135D7F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-724883,00</w:t>
            </w:r>
          </w:p>
        </w:tc>
      </w:tr>
      <w:tr w:rsidR="00135D7F" w:rsidTr="00DF76A2">
        <w:trPr>
          <w:trHeight w:val="504"/>
        </w:trPr>
        <w:tc>
          <w:tcPr>
            <w:tcW w:w="3262" w:type="dxa"/>
          </w:tcPr>
          <w:p w:rsidR="00135D7F" w:rsidRDefault="00135D7F" w:rsidP="00DF76A2">
            <w:r>
              <w:t>9</w:t>
            </w:r>
            <w:r>
              <w:rPr>
                <w:lang w:val="ru-RU"/>
              </w:rPr>
              <w:t>30</w:t>
            </w:r>
            <w:r>
              <w:t xml:space="preserve"> 01 05 00 00 00 0000 600</w:t>
            </w:r>
          </w:p>
          <w:p w:rsidR="00135D7F" w:rsidRDefault="00135D7F" w:rsidP="00DF76A2"/>
        </w:tc>
        <w:tc>
          <w:tcPr>
            <w:tcW w:w="4478" w:type="dxa"/>
          </w:tcPr>
          <w:p w:rsidR="00135D7F" w:rsidRPr="00DF424F" w:rsidRDefault="00135D7F" w:rsidP="00DF76A2">
            <w:pPr>
              <w:ind w:left="-22"/>
              <w:rPr>
                <w:lang w:val="ru-RU"/>
              </w:rPr>
            </w:pPr>
            <w:r>
              <w:rPr>
                <w:lang w:val="ru-RU"/>
              </w:rPr>
              <w:t>Уменьшение  остатков средств бюджетов</w:t>
            </w:r>
          </w:p>
          <w:p w:rsidR="00135D7F" w:rsidRDefault="00135D7F" w:rsidP="00DF76A2"/>
        </w:tc>
        <w:tc>
          <w:tcPr>
            <w:tcW w:w="1728" w:type="dxa"/>
          </w:tcPr>
          <w:p w:rsidR="00135D7F" w:rsidRPr="000E30D2" w:rsidRDefault="00135D7F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1435313,17</w:t>
            </w:r>
          </w:p>
        </w:tc>
      </w:tr>
      <w:tr w:rsidR="00135D7F" w:rsidTr="00DF76A2">
        <w:tc>
          <w:tcPr>
            <w:tcW w:w="3262" w:type="dxa"/>
          </w:tcPr>
          <w:p w:rsidR="00135D7F" w:rsidRDefault="00135D7F" w:rsidP="00DF76A2">
            <w:r>
              <w:t>9</w:t>
            </w:r>
            <w:r>
              <w:rPr>
                <w:lang w:val="ru-RU"/>
              </w:rPr>
              <w:t>30</w:t>
            </w:r>
            <w:r>
              <w:t xml:space="preserve"> 01 05 02 00 00 0000 600</w:t>
            </w:r>
          </w:p>
        </w:tc>
        <w:tc>
          <w:tcPr>
            <w:tcW w:w="4478" w:type="dxa"/>
          </w:tcPr>
          <w:p w:rsidR="00135D7F" w:rsidRDefault="00135D7F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28" w:type="dxa"/>
          </w:tcPr>
          <w:p w:rsidR="00135D7F" w:rsidRPr="00DF424F" w:rsidRDefault="00135D7F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1435313,17</w:t>
            </w:r>
          </w:p>
        </w:tc>
      </w:tr>
      <w:tr w:rsidR="00135D7F" w:rsidTr="00DF76A2">
        <w:tc>
          <w:tcPr>
            <w:tcW w:w="3262" w:type="dxa"/>
          </w:tcPr>
          <w:p w:rsidR="00135D7F" w:rsidRDefault="00135D7F" w:rsidP="00DF76A2">
            <w:r>
              <w:t>9</w:t>
            </w:r>
            <w:r>
              <w:rPr>
                <w:lang w:val="ru-RU"/>
              </w:rPr>
              <w:t>30</w:t>
            </w:r>
            <w:r>
              <w:t xml:space="preserve"> 01 05 02 01 00 0000 610</w:t>
            </w:r>
          </w:p>
        </w:tc>
        <w:tc>
          <w:tcPr>
            <w:tcW w:w="4478" w:type="dxa"/>
          </w:tcPr>
          <w:p w:rsidR="00135D7F" w:rsidRDefault="00135D7F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 прочих остатков денежных средств бюджетов</w:t>
            </w:r>
          </w:p>
        </w:tc>
        <w:tc>
          <w:tcPr>
            <w:tcW w:w="1728" w:type="dxa"/>
          </w:tcPr>
          <w:p w:rsidR="00135D7F" w:rsidRPr="00DF424F" w:rsidRDefault="00135D7F" w:rsidP="005C353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1435313,17</w:t>
            </w:r>
          </w:p>
        </w:tc>
      </w:tr>
      <w:tr w:rsidR="00135D7F" w:rsidTr="00DF76A2">
        <w:tc>
          <w:tcPr>
            <w:tcW w:w="3262" w:type="dxa"/>
          </w:tcPr>
          <w:p w:rsidR="00135D7F" w:rsidRDefault="00135D7F" w:rsidP="00DF76A2">
            <w:r>
              <w:t>9</w:t>
            </w:r>
            <w:r>
              <w:rPr>
                <w:lang w:val="ru-RU"/>
              </w:rPr>
              <w:t>30</w:t>
            </w:r>
            <w:r>
              <w:t xml:space="preserve"> 01 05 02 01 10 0000 610</w:t>
            </w:r>
          </w:p>
        </w:tc>
        <w:tc>
          <w:tcPr>
            <w:tcW w:w="4478" w:type="dxa"/>
          </w:tcPr>
          <w:p w:rsidR="00135D7F" w:rsidRDefault="00135D7F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28" w:type="dxa"/>
          </w:tcPr>
          <w:p w:rsidR="00135D7F" w:rsidRPr="00DF424F" w:rsidRDefault="00135D7F" w:rsidP="005C353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1435313,17</w:t>
            </w:r>
          </w:p>
        </w:tc>
      </w:tr>
      <w:tr w:rsidR="00135D7F" w:rsidTr="00DF76A2">
        <w:tc>
          <w:tcPr>
            <w:tcW w:w="7740" w:type="dxa"/>
            <w:gridSpan w:val="2"/>
          </w:tcPr>
          <w:p w:rsidR="00135D7F" w:rsidRDefault="00135D7F" w:rsidP="00DF76A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 источников внутреннего финансирования дефицита</w:t>
            </w:r>
          </w:p>
        </w:tc>
        <w:tc>
          <w:tcPr>
            <w:tcW w:w="1728" w:type="dxa"/>
          </w:tcPr>
          <w:p w:rsidR="00135D7F" w:rsidRDefault="00135D7F" w:rsidP="00DF76A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710430,17</w:t>
            </w:r>
          </w:p>
        </w:tc>
      </w:tr>
    </w:tbl>
    <w:p w:rsidR="00135D7F" w:rsidRDefault="00135D7F" w:rsidP="00DF76A2">
      <w:r>
        <w:tab/>
      </w:r>
    </w:p>
    <w:p w:rsidR="00135D7F" w:rsidRDefault="00135D7F" w:rsidP="00DF76A2">
      <w:pPr>
        <w:ind w:left="180"/>
      </w:pPr>
    </w:p>
    <w:p w:rsidR="00135D7F" w:rsidRDefault="00135D7F" w:rsidP="00DF76A2"/>
    <w:p w:rsidR="00135D7F" w:rsidRDefault="00135D7F" w:rsidP="00DF76A2">
      <w:pPr>
        <w:jc w:val="both"/>
      </w:pPr>
    </w:p>
    <w:sectPr w:rsidR="00135D7F" w:rsidSect="00B6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D7F" w:rsidRDefault="00135D7F" w:rsidP="00686D8F">
      <w:r>
        <w:separator/>
      </w:r>
    </w:p>
  </w:endnote>
  <w:endnote w:type="continuationSeparator" w:id="0">
    <w:p w:rsidR="00135D7F" w:rsidRDefault="00135D7F" w:rsidP="00686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D7F" w:rsidRDefault="00135D7F" w:rsidP="00686D8F">
      <w:r>
        <w:separator/>
      </w:r>
    </w:p>
  </w:footnote>
  <w:footnote w:type="continuationSeparator" w:id="0">
    <w:p w:rsidR="00135D7F" w:rsidRDefault="00135D7F" w:rsidP="00686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96A"/>
    <w:rsid w:val="0000023B"/>
    <w:rsid w:val="00000266"/>
    <w:rsid w:val="00000431"/>
    <w:rsid w:val="000009FD"/>
    <w:rsid w:val="00000F7C"/>
    <w:rsid w:val="000010DE"/>
    <w:rsid w:val="00001468"/>
    <w:rsid w:val="000015D0"/>
    <w:rsid w:val="000018C1"/>
    <w:rsid w:val="00001B00"/>
    <w:rsid w:val="00001B86"/>
    <w:rsid w:val="00001ED7"/>
    <w:rsid w:val="0000235E"/>
    <w:rsid w:val="0000235F"/>
    <w:rsid w:val="00002572"/>
    <w:rsid w:val="0000274F"/>
    <w:rsid w:val="00002D08"/>
    <w:rsid w:val="0000330F"/>
    <w:rsid w:val="00003765"/>
    <w:rsid w:val="000038CD"/>
    <w:rsid w:val="00003B2C"/>
    <w:rsid w:val="00006B2B"/>
    <w:rsid w:val="00006CCD"/>
    <w:rsid w:val="00006EF1"/>
    <w:rsid w:val="000075FE"/>
    <w:rsid w:val="00007FD8"/>
    <w:rsid w:val="00010051"/>
    <w:rsid w:val="0001090D"/>
    <w:rsid w:val="00010C94"/>
    <w:rsid w:val="000115B3"/>
    <w:rsid w:val="00011DBB"/>
    <w:rsid w:val="00013569"/>
    <w:rsid w:val="000135FB"/>
    <w:rsid w:val="00014B98"/>
    <w:rsid w:val="00015455"/>
    <w:rsid w:val="00015641"/>
    <w:rsid w:val="0001566B"/>
    <w:rsid w:val="00015BFA"/>
    <w:rsid w:val="000165E3"/>
    <w:rsid w:val="00017071"/>
    <w:rsid w:val="00017A72"/>
    <w:rsid w:val="00017DBD"/>
    <w:rsid w:val="000200E5"/>
    <w:rsid w:val="00021361"/>
    <w:rsid w:val="00022994"/>
    <w:rsid w:val="00022A78"/>
    <w:rsid w:val="000232CD"/>
    <w:rsid w:val="00023FF7"/>
    <w:rsid w:val="0002490D"/>
    <w:rsid w:val="0002569B"/>
    <w:rsid w:val="0002606F"/>
    <w:rsid w:val="00026A68"/>
    <w:rsid w:val="000279F3"/>
    <w:rsid w:val="00027C18"/>
    <w:rsid w:val="000304E5"/>
    <w:rsid w:val="000309A5"/>
    <w:rsid w:val="00030EFD"/>
    <w:rsid w:val="00030F0A"/>
    <w:rsid w:val="00030FC3"/>
    <w:rsid w:val="0003103F"/>
    <w:rsid w:val="0003118D"/>
    <w:rsid w:val="000311FF"/>
    <w:rsid w:val="00031460"/>
    <w:rsid w:val="00031E44"/>
    <w:rsid w:val="00031EB3"/>
    <w:rsid w:val="00032D92"/>
    <w:rsid w:val="000332A6"/>
    <w:rsid w:val="000343DA"/>
    <w:rsid w:val="00034533"/>
    <w:rsid w:val="00035391"/>
    <w:rsid w:val="0003569A"/>
    <w:rsid w:val="00035C4F"/>
    <w:rsid w:val="0003614E"/>
    <w:rsid w:val="00036733"/>
    <w:rsid w:val="00036875"/>
    <w:rsid w:val="00036AB1"/>
    <w:rsid w:val="00036C1E"/>
    <w:rsid w:val="00037847"/>
    <w:rsid w:val="00037A0A"/>
    <w:rsid w:val="0004076E"/>
    <w:rsid w:val="00040D9C"/>
    <w:rsid w:val="00042833"/>
    <w:rsid w:val="00042CA3"/>
    <w:rsid w:val="00042E7A"/>
    <w:rsid w:val="0004371D"/>
    <w:rsid w:val="00043911"/>
    <w:rsid w:val="0004432E"/>
    <w:rsid w:val="00044872"/>
    <w:rsid w:val="00044F0D"/>
    <w:rsid w:val="000450B5"/>
    <w:rsid w:val="0004528A"/>
    <w:rsid w:val="000453E3"/>
    <w:rsid w:val="00045E1A"/>
    <w:rsid w:val="000469F4"/>
    <w:rsid w:val="0004720C"/>
    <w:rsid w:val="00047C07"/>
    <w:rsid w:val="00047FB3"/>
    <w:rsid w:val="0005104C"/>
    <w:rsid w:val="0005144E"/>
    <w:rsid w:val="0005159B"/>
    <w:rsid w:val="0005229A"/>
    <w:rsid w:val="00052584"/>
    <w:rsid w:val="00052944"/>
    <w:rsid w:val="00052C1D"/>
    <w:rsid w:val="00052D5B"/>
    <w:rsid w:val="000537FA"/>
    <w:rsid w:val="00054312"/>
    <w:rsid w:val="000545FA"/>
    <w:rsid w:val="0005493E"/>
    <w:rsid w:val="00055289"/>
    <w:rsid w:val="00055291"/>
    <w:rsid w:val="00055455"/>
    <w:rsid w:val="000554CF"/>
    <w:rsid w:val="000554F8"/>
    <w:rsid w:val="0005648E"/>
    <w:rsid w:val="00056AA9"/>
    <w:rsid w:val="00056B5E"/>
    <w:rsid w:val="000578AD"/>
    <w:rsid w:val="00057FBF"/>
    <w:rsid w:val="00060E4F"/>
    <w:rsid w:val="00060FF8"/>
    <w:rsid w:val="0006121A"/>
    <w:rsid w:val="0006131A"/>
    <w:rsid w:val="000613D0"/>
    <w:rsid w:val="0006145B"/>
    <w:rsid w:val="00061944"/>
    <w:rsid w:val="00061CB2"/>
    <w:rsid w:val="00062168"/>
    <w:rsid w:val="000625E3"/>
    <w:rsid w:val="0006264E"/>
    <w:rsid w:val="00063940"/>
    <w:rsid w:val="00063EDF"/>
    <w:rsid w:val="00064CAC"/>
    <w:rsid w:val="000650E7"/>
    <w:rsid w:val="00065A13"/>
    <w:rsid w:val="00065A6F"/>
    <w:rsid w:val="00066718"/>
    <w:rsid w:val="00067002"/>
    <w:rsid w:val="00067A51"/>
    <w:rsid w:val="00067F85"/>
    <w:rsid w:val="000700DB"/>
    <w:rsid w:val="00070A68"/>
    <w:rsid w:val="00070AAB"/>
    <w:rsid w:val="000717CA"/>
    <w:rsid w:val="00072EFA"/>
    <w:rsid w:val="00073D63"/>
    <w:rsid w:val="000742C4"/>
    <w:rsid w:val="00074872"/>
    <w:rsid w:val="00075073"/>
    <w:rsid w:val="0007508A"/>
    <w:rsid w:val="000755EC"/>
    <w:rsid w:val="00075D44"/>
    <w:rsid w:val="00075DC7"/>
    <w:rsid w:val="000761EA"/>
    <w:rsid w:val="000770C4"/>
    <w:rsid w:val="00080A4A"/>
    <w:rsid w:val="00080E55"/>
    <w:rsid w:val="00081884"/>
    <w:rsid w:val="0008190B"/>
    <w:rsid w:val="000824B2"/>
    <w:rsid w:val="00083216"/>
    <w:rsid w:val="00083C4B"/>
    <w:rsid w:val="00084EE4"/>
    <w:rsid w:val="0008514E"/>
    <w:rsid w:val="00085635"/>
    <w:rsid w:val="00086827"/>
    <w:rsid w:val="0008695A"/>
    <w:rsid w:val="00086A99"/>
    <w:rsid w:val="00087189"/>
    <w:rsid w:val="0008719E"/>
    <w:rsid w:val="0008740E"/>
    <w:rsid w:val="000875A3"/>
    <w:rsid w:val="000879E5"/>
    <w:rsid w:val="00090762"/>
    <w:rsid w:val="00091528"/>
    <w:rsid w:val="00091582"/>
    <w:rsid w:val="00092C34"/>
    <w:rsid w:val="00094703"/>
    <w:rsid w:val="00094F35"/>
    <w:rsid w:val="00095910"/>
    <w:rsid w:val="00095DBA"/>
    <w:rsid w:val="00097975"/>
    <w:rsid w:val="000A043D"/>
    <w:rsid w:val="000A1EEF"/>
    <w:rsid w:val="000A2392"/>
    <w:rsid w:val="000A259A"/>
    <w:rsid w:val="000A263D"/>
    <w:rsid w:val="000A29B9"/>
    <w:rsid w:val="000A3305"/>
    <w:rsid w:val="000A3595"/>
    <w:rsid w:val="000A3900"/>
    <w:rsid w:val="000A3E3D"/>
    <w:rsid w:val="000A491C"/>
    <w:rsid w:val="000A4B95"/>
    <w:rsid w:val="000A4D3F"/>
    <w:rsid w:val="000A4DAF"/>
    <w:rsid w:val="000A4DE0"/>
    <w:rsid w:val="000A51EF"/>
    <w:rsid w:val="000A520F"/>
    <w:rsid w:val="000A5CEA"/>
    <w:rsid w:val="000A5E86"/>
    <w:rsid w:val="000A62B1"/>
    <w:rsid w:val="000A698A"/>
    <w:rsid w:val="000A743F"/>
    <w:rsid w:val="000A7841"/>
    <w:rsid w:val="000A7C23"/>
    <w:rsid w:val="000B0EF4"/>
    <w:rsid w:val="000B1EBB"/>
    <w:rsid w:val="000B2605"/>
    <w:rsid w:val="000B2883"/>
    <w:rsid w:val="000B2C56"/>
    <w:rsid w:val="000B3120"/>
    <w:rsid w:val="000B3258"/>
    <w:rsid w:val="000B3303"/>
    <w:rsid w:val="000B3508"/>
    <w:rsid w:val="000B366D"/>
    <w:rsid w:val="000B3D65"/>
    <w:rsid w:val="000B40D0"/>
    <w:rsid w:val="000B41D8"/>
    <w:rsid w:val="000B4567"/>
    <w:rsid w:val="000B4EDB"/>
    <w:rsid w:val="000B637C"/>
    <w:rsid w:val="000B791C"/>
    <w:rsid w:val="000C064B"/>
    <w:rsid w:val="000C090B"/>
    <w:rsid w:val="000C0CEE"/>
    <w:rsid w:val="000C0EB4"/>
    <w:rsid w:val="000C10CE"/>
    <w:rsid w:val="000C14CE"/>
    <w:rsid w:val="000C3F31"/>
    <w:rsid w:val="000C3FBE"/>
    <w:rsid w:val="000C41A1"/>
    <w:rsid w:val="000C42CC"/>
    <w:rsid w:val="000C457C"/>
    <w:rsid w:val="000C4A4C"/>
    <w:rsid w:val="000C4E1C"/>
    <w:rsid w:val="000C4F5B"/>
    <w:rsid w:val="000C52E2"/>
    <w:rsid w:val="000C54DA"/>
    <w:rsid w:val="000C65A0"/>
    <w:rsid w:val="000C664F"/>
    <w:rsid w:val="000C6743"/>
    <w:rsid w:val="000C689B"/>
    <w:rsid w:val="000C728B"/>
    <w:rsid w:val="000C7CF2"/>
    <w:rsid w:val="000D1B55"/>
    <w:rsid w:val="000D2D3F"/>
    <w:rsid w:val="000D31F2"/>
    <w:rsid w:val="000D37DF"/>
    <w:rsid w:val="000D388F"/>
    <w:rsid w:val="000D38E6"/>
    <w:rsid w:val="000D3C4B"/>
    <w:rsid w:val="000D427E"/>
    <w:rsid w:val="000D450C"/>
    <w:rsid w:val="000D5E41"/>
    <w:rsid w:val="000D6D38"/>
    <w:rsid w:val="000D757B"/>
    <w:rsid w:val="000E0087"/>
    <w:rsid w:val="000E0141"/>
    <w:rsid w:val="000E0D44"/>
    <w:rsid w:val="000E30D2"/>
    <w:rsid w:val="000E385C"/>
    <w:rsid w:val="000E44F7"/>
    <w:rsid w:val="000E4711"/>
    <w:rsid w:val="000E5270"/>
    <w:rsid w:val="000E54A1"/>
    <w:rsid w:val="000E56BC"/>
    <w:rsid w:val="000E5E7F"/>
    <w:rsid w:val="000E611C"/>
    <w:rsid w:val="000E6C2B"/>
    <w:rsid w:val="000E6F6B"/>
    <w:rsid w:val="000E71CC"/>
    <w:rsid w:val="000E7620"/>
    <w:rsid w:val="000F0747"/>
    <w:rsid w:val="000F0B62"/>
    <w:rsid w:val="000F0DC1"/>
    <w:rsid w:val="000F1088"/>
    <w:rsid w:val="000F12D5"/>
    <w:rsid w:val="000F19AA"/>
    <w:rsid w:val="000F1F23"/>
    <w:rsid w:val="000F3827"/>
    <w:rsid w:val="000F3E13"/>
    <w:rsid w:val="000F44D6"/>
    <w:rsid w:val="000F488D"/>
    <w:rsid w:val="000F4E40"/>
    <w:rsid w:val="000F50C7"/>
    <w:rsid w:val="000F54A9"/>
    <w:rsid w:val="000F58EC"/>
    <w:rsid w:val="000F6109"/>
    <w:rsid w:val="000F6251"/>
    <w:rsid w:val="000F7807"/>
    <w:rsid w:val="001000DC"/>
    <w:rsid w:val="0010014F"/>
    <w:rsid w:val="00100248"/>
    <w:rsid w:val="00100BB1"/>
    <w:rsid w:val="00100C0F"/>
    <w:rsid w:val="001017FE"/>
    <w:rsid w:val="001027F4"/>
    <w:rsid w:val="00102EA1"/>
    <w:rsid w:val="0010342A"/>
    <w:rsid w:val="00104103"/>
    <w:rsid w:val="001042E2"/>
    <w:rsid w:val="00104C1E"/>
    <w:rsid w:val="00105AB1"/>
    <w:rsid w:val="00106CFA"/>
    <w:rsid w:val="00107E29"/>
    <w:rsid w:val="00107FD0"/>
    <w:rsid w:val="00110D38"/>
    <w:rsid w:val="00111569"/>
    <w:rsid w:val="001117A6"/>
    <w:rsid w:val="00111998"/>
    <w:rsid w:val="001128F7"/>
    <w:rsid w:val="00113132"/>
    <w:rsid w:val="00113B6F"/>
    <w:rsid w:val="00113CD4"/>
    <w:rsid w:val="001140D6"/>
    <w:rsid w:val="00114771"/>
    <w:rsid w:val="0011583E"/>
    <w:rsid w:val="00115BC2"/>
    <w:rsid w:val="0011749A"/>
    <w:rsid w:val="001204D1"/>
    <w:rsid w:val="001207BB"/>
    <w:rsid w:val="00120BDC"/>
    <w:rsid w:val="00121096"/>
    <w:rsid w:val="001216C7"/>
    <w:rsid w:val="001217F5"/>
    <w:rsid w:val="00121872"/>
    <w:rsid w:val="00121F01"/>
    <w:rsid w:val="001221C5"/>
    <w:rsid w:val="00123365"/>
    <w:rsid w:val="0012391D"/>
    <w:rsid w:val="00123A12"/>
    <w:rsid w:val="00123DAC"/>
    <w:rsid w:val="00124161"/>
    <w:rsid w:val="001246FC"/>
    <w:rsid w:val="00124803"/>
    <w:rsid w:val="001260FD"/>
    <w:rsid w:val="001265BE"/>
    <w:rsid w:val="001267C5"/>
    <w:rsid w:val="00127165"/>
    <w:rsid w:val="001271E4"/>
    <w:rsid w:val="0012789E"/>
    <w:rsid w:val="00130643"/>
    <w:rsid w:val="00131186"/>
    <w:rsid w:val="00132336"/>
    <w:rsid w:val="0013274F"/>
    <w:rsid w:val="00133075"/>
    <w:rsid w:val="00133407"/>
    <w:rsid w:val="00133D2C"/>
    <w:rsid w:val="00133E6D"/>
    <w:rsid w:val="00133F96"/>
    <w:rsid w:val="00133FCF"/>
    <w:rsid w:val="00135D7F"/>
    <w:rsid w:val="001365E0"/>
    <w:rsid w:val="00136621"/>
    <w:rsid w:val="001374B3"/>
    <w:rsid w:val="001376B2"/>
    <w:rsid w:val="00137F41"/>
    <w:rsid w:val="0014065B"/>
    <w:rsid w:val="00140CBF"/>
    <w:rsid w:val="00140CDD"/>
    <w:rsid w:val="00141361"/>
    <w:rsid w:val="00141462"/>
    <w:rsid w:val="0014182B"/>
    <w:rsid w:val="00141A1D"/>
    <w:rsid w:val="001424FC"/>
    <w:rsid w:val="00143060"/>
    <w:rsid w:val="0014313C"/>
    <w:rsid w:val="00143764"/>
    <w:rsid w:val="001437D8"/>
    <w:rsid w:val="001443F7"/>
    <w:rsid w:val="00144489"/>
    <w:rsid w:val="00144867"/>
    <w:rsid w:val="0014527C"/>
    <w:rsid w:val="001452A5"/>
    <w:rsid w:val="00146220"/>
    <w:rsid w:val="001462F6"/>
    <w:rsid w:val="001464F6"/>
    <w:rsid w:val="001468FC"/>
    <w:rsid w:val="00146BDD"/>
    <w:rsid w:val="00147190"/>
    <w:rsid w:val="00147219"/>
    <w:rsid w:val="0015056A"/>
    <w:rsid w:val="001514B5"/>
    <w:rsid w:val="00151D68"/>
    <w:rsid w:val="00152439"/>
    <w:rsid w:val="001527AB"/>
    <w:rsid w:val="00152ADA"/>
    <w:rsid w:val="0015462F"/>
    <w:rsid w:val="001556D2"/>
    <w:rsid w:val="001563C4"/>
    <w:rsid w:val="0015660B"/>
    <w:rsid w:val="001574A3"/>
    <w:rsid w:val="00157F0E"/>
    <w:rsid w:val="001600F9"/>
    <w:rsid w:val="00160449"/>
    <w:rsid w:val="00160D39"/>
    <w:rsid w:val="00161EB7"/>
    <w:rsid w:val="0016212D"/>
    <w:rsid w:val="00162316"/>
    <w:rsid w:val="00163D12"/>
    <w:rsid w:val="00164614"/>
    <w:rsid w:val="00164641"/>
    <w:rsid w:val="001647D1"/>
    <w:rsid w:val="00164853"/>
    <w:rsid w:val="001648E6"/>
    <w:rsid w:val="00165080"/>
    <w:rsid w:val="001650FD"/>
    <w:rsid w:val="00165E73"/>
    <w:rsid w:val="001666B4"/>
    <w:rsid w:val="00166709"/>
    <w:rsid w:val="0016678D"/>
    <w:rsid w:val="00166A5A"/>
    <w:rsid w:val="00166AE9"/>
    <w:rsid w:val="0016742B"/>
    <w:rsid w:val="00167B95"/>
    <w:rsid w:val="00170770"/>
    <w:rsid w:val="001711FF"/>
    <w:rsid w:val="00171EDF"/>
    <w:rsid w:val="00172512"/>
    <w:rsid w:val="0017318A"/>
    <w:rsid w:val="00173B82"/>
    <w:rsid w:val="00174185"/>
    <w:rsid w:val="001741D8"/>
    <w:rsid w:val="0017444C"/>
    <w:rsid w:val="0017589A"/>
    <w:rsid w:val="00175FFA"/>
    <w:rsid w:val="0017608A"/>
    <w:rsid w:val="00176294"/>
    <w:rsid w:val="00176811"/>
    <w:rsid w:val="00176E94"/>
    <w:rsid w:val="00176FE4"/>
    <w:rsid w:val="00177688"/>
    <w:rsid w:val="00177958"/>
    <w:rsid w:val="001779CE"/>
    <w:rsid w:val="001804D6"/>
    <w:rsid w:val="001807A7"/>
    <w:rsid w:val="00180BEA"/>
    <w:rsid w:val="00180D40"/>
    <w:rsid w:val="00180E2F"/>
    <w:rsid w:val="00180EEE"/>
    <w:rsid w:val="00181076"/>
    <w:rsid w:val="00182185"/>
    <w:rsid w:val="001821BA"/>
    <w:rsid w:val="001822AE"/>
    <w:rsid w:val="00182AB4"/>
    <w:rsid w:val="00182CBE"/>
    <w:rsid w:val="0018328F"/>
    <w:rsid w:val="001834B1"/>
    <w:rsid w:val="00183501"/>
    <w:rsid w:val="00183A50"/>
    <w:rsid w:val="00183B33"/>
    <w:rsid w:val="00184FDE"/>
    <w:rsid w:val="00185732"/>
    <w:rsid w:val="0018591D"/>
    <w:rsid w:val="00185C81"/>
    <w:rsid w:val="0018637B"/>
    <w:rsid w:val="00186440"/>
    <w:rsid w:val="001867E3"/>
    <w:rsid w:val="00186DC8"/>
    <w:rsid w:val="00190003"/>
    <w:rsid w:val="00191460"/>
    <w:rsid w:val="00191558"/>
    <w:rsid w:val="0019173E"/>
    <w:rsid w:val="00191D99"/>
    <w:rsid w:val="00191DE6"/>
    <w:rsid w:val="001939A2"/>
    <w:rsid w:val="00193D74"/>
    <w:rsid w:val="0019468E"/>
    <w:rsid w:val="0019575F"/>
    <w:rsid w:val="00195C3F"/>
    <w:rsid w:val="001960BF"/>
    <w:rsid w:val="001969BA"/>
    <w:rsid w:val="00196B23"/>
    <w:rsid w:val="00197273"/>
    <w:rsid w:val="0019766A"/>
    <w:rsid w:val="001979C6"/>
    <w:rsid w:val="001A083F"/>
    <w:rsid w:val="001A13F8"/>
    <w:rsid w:val="001A1CD2"/>
    <w:rsid w:val="001A43AE"/>
    <w:rsid w:val="001A4DC1"/>
    <w:rsid w:val="001A5E01"/>
    <w:rsid w:val="001A6695"/>
    <w:rsid w:val="001A67CF"/>
    <w:rsid w:val="001A6E11"/>
    <w:rsid w:val="001A70F4"/>
    <w:rsid w:val="001B0291"/>
    <w:rsid w:val="001B097D"/>
    <w:rsid w:val="001B0C48"/>
    <w:rsid w:val="001B0D95"/>
    <w:rsid w:val="001B0F89"/>
    <w:rsid w:val="001B1EC9"/>
    <w:rsid w:val="001B35B7"/>
    <w:rsid w:val="001B4028"/>
    <w:rsid w:val="001B435C"/>
    <w:rsid w:val="001B43CC"/>
    <w:rsid w:val="001B4975"/>
    <w:rsid w:val="001B4A8F"/>
    <w:rsid w:val="001B5266"/>
    <w:rsid w:val="001B538A"/>
    <w:rsid w:val="001B5F1A"/>
    <w:rsid w:val="001B6A4D"/>
    <w:rsid w:val="001B7499"/>
    <w:rsid w:val="001B76FB"/>
    <w:rsid w:val="001B7E4C"/>
    <w:rsid w:val="001C154C"/>
    <w:rsid w:val="001C18AD"/>
    <w:rsid w:val="001C27CE"/>
    <w:rsid w:val="001C280A"/>
    <w:rsid w:val="001C2E1B"/>
    <w:rsid w:val="001C3176"/>
    <w:rsid w:val="001C35AB"/>
    <w:rsid w:val="001C371A"/>
    <w:rsid w:val="001C37AD"/>
    <w:rsid w:val="001C5050"/>
    <w:rsid w:val="001C5360"/>
    <w:rsid w:val="001C5377"/>
    <w:rsid w:val="001C5C05"/>
    <w:rsid w:val="001C6F8A"/>
    <w:rsid w:val="001C75F3"/>
    <w:rsid w:val="001C7910"/>
    <w:rsid w:val="001C7A78"/>
    <w:rsid w:val="001D05F3"/>
    <w:rsid w:val="001D06EB"/>
    <w:rsid w:val="001D11FE"/>
    <w:rsid w:val="001D1377"/>
    <w:rsid w:val="001D23E9"/>
    <w:rsid w:val="001D2548"/>
    <w:rsid w:val="001D26AA"/>
    <w:rsid w:val="001D26C7"/>
    <w:rsid w:val="001D295A"/>
    <w:rsid w:val="001D2AEF"/>
    <w:rsid w:val="001D3110"/>
    <w:rsid w:val="001D4058"/>
    <w:rsid w:val="001D57A7"/>
    <w:rsid w:val="001D5A61"/>
    <w:rsid w:val="001D5D84"/>
    <w:rsid w:val="001D6611"/>
    <w:rsid w:val="001D6A96"/>
    <w:rsid w:val="001D6C00"/>
    <w:rsid w:val="001D7B91"/>
    <w:rsid w:val="001D7EEB"/>
    <w:rsid w:val="001D7F72"/>
    <w:rsid w:val="001E0492"/>
    <w:rsid w:val="001E14BE"/>
    <w:rsid w:val="001E1CB4"/>
    <w:rsid w:val="001E27E9"/>
    <w:rsid w:val="001E2C3B"/>
    <w:rsid w:val="001E3CAE"/>
    <w:rsid w:val="001E3D57"/>
    <w:rsid w:val="001E4B4B"/>
    <w:rsid w:val="001E4D3A"/>
    <w:rsid w:val="001E4D89"/>
    <w:rsid w:val="001E5072"/>
    <w:rsid w:val="001E5AD6"/>
    <w:rsid w:val="001E6EF1"/>
    <w:rsid w:val="001E72B9"/>
    <w:rsid w:val="001E74EE"/>
    <w:rsid w:val="001E7509"/>
    <w:rsid w:val="001F01E7"/>
    <w:rsid w:val="001F0E27"/>
    <w:rsid w:val="001F0E35"/>
    <w:rsid w:val="001F1A67"/>
    <w:rsid w:val="001F28C6"/>
    <w:rsid w:val="001F2C1F"/>
    <w:rsid w:val="001F2DF1"/>
    <w:rsid w:val="001F2F88"/>
    <w:rsid w:val="001F3E38"/>
    <w:rsid w:val="001F3F77"/>
    <w:rsid w:val="001F4409"/>
    <w:rsid w:val="001F4504"/>
    <w:rsid w:val="001F54BF"/>
    <w:rsid w:val="001F5B2B"/>
    <w:rsid w:val="001F5FF0"/>
    <w:rsid w:val="001F644E"/>
    <w:rsid w:val="001F650A"/>
    <w:rsid w:val="002001C6"/>
    <w:rsid w:val="00200809"/>
    <w:rsid w:val="00200DF7"/>
    <w:rsid w:val="00201F8C"/>
    <w:rsid w:val="002022A9"/>
    <w:rsid w:val="00202AEA"/>
    <w:rsid w:val="002031A1"/>
    <w:rsid w:val="00203375"/>
    <w:rsid w:val="002033B7"/>
    <w:rsid w:val="00203B70"/>
    <w:rsid w:val="00203D33"/>
    <w:rsid w:val="00205CFE"/>
    <w:rsid w:val="00205E3F"/>
    <w:rsid w:val="0020644D"/>
    <w:rsid w:val="0020655A"/>
    <w:rsid w:val="00206B0E"/>
    <w:rsid w:val="00206E8B"/>
    <w:rsid w:val="00207534"/>
    <w:rsid w:val="00210331"/>
    <w:rsid w:val="002104B2"/>
    <w:rsid w:val="00210709"/>
    <w:rsid w:val="0021180B"/>
    <w:rsid w:val="00211B4E"/>
    <w:rsid w:val="002120B4"/>
    <w:rsid w:val="002122F5"/>
    <w:rsid w:val="0021287F"/>
    <w:rsid w:val="00212A10"/>
    <w:rsid w:val="00212EC7"/>
    <w:rsid w:val="002133F9"/>
    <w:rsid w:val="00213C10"/>
    <w:rsid w:val="0021457C"/>
    <w:rsid w:val="00214C7A"/>
    <w:rsid w:val="0021519F"/>
    <w:rsid w:val="0021560A"/>
    <w:rsid w:val="002156BE"/>
    <w:rsid w:val="00215B07"/>
    <w:rsid w:val="00215C5B"/>
    <w:rsid w:val="002168B9"/>
    <w:rsid w:val="002169D2"/>
    <w:rsid w:val="00217828"/>
    <w:rsid w:val="00217ED6"/>
    <w:rsid w:val="00220153"/>
    <w:rsid w:val="0022092F"/>
    <w:rsid w:val="00220C52"/>
    <w:rsid w:val="00221467"/>
    <w:rsid w:val="00222584"/>
    <w:rsid w:val="0022285A"/>
    <w:rsid w:val="002228B6"/>
    <w:rsid w:val="00222EA0"/>
    <w:rsid w:val="00223B7E"/>
    <w:rsid w:val="002247FC"/>
    <w:rsid w:val="00224E80"/>
    <w:rsid w:val="002254D7"/>
    <w:rsid w:val="00225585"/>
    <w:rsid w:val="002270C6"/>
    <w:rsid w:val="00227142"/>
    <w:rsid w:val="00227356"/>
    <w:rsid w:val="00227AEC"/>
    <w:rsid w:val="00227C21"/>
    <w:rsid w:val="00227EDF"/>
    <w:rsid w:val="00227FA7"/>
    <w:rsid w:val="002302B3"/>
    <w:rsid w:val="00230D77"/>
    <w:rsid w:val="00230E23"/>
    <w:rsid w:val="00230FD6"/>
    <w:rsid w:val="00231EBF"/>
    <w:rsid w:val="0023253E"/>
    <w:rsid w:val="00232564"/>
    <w:rsid w:val="00233772"/>
    <w:rsid w:val="00233E9C"/>
    <w:rsid w:val="0023427F"/>
    <w:rsid w:val="00234E58"/>
    <w:rsid w:val="00235760"/>
    <w:rsid w:val="00235F1B"/>
    <w:rsid w:val="0023604B"/>
    <w:rsid w:val="00236CEA"/>
    <w:rsid w:val="00237508"/>
    <w:rsid w:val="00237DF6"/>
    <w:rsid w:val="002400C4"/>
    <w:rsid w:val="00240118"/>
    <w:rsid w:val="002402C3"/>
    <w:rsid w:val="00240E80"/>
    <w:rsid w:val="00241139"/>
    <w:rsid w:val="00241682"/>
    <w:rsid w:val="002418A5"/>
    <w:rsid w:val="00241E97"/>
    <w:rsid w:val="002426B7"/>
    <w:rsid w:val="002442B0"/>
    <w:rsid w:val="002445EB"/>
    <w:rsid w:val="00244DAD"/>
    <w:rsid w:val="0024595F"/>
    <w:rsid w:val="00246856"/>
    <w:rsid w:val="00246D7C"/>
    <w:rsid w:val="0024774D"/>
    <w:rsid w:val="00247D31"/>
    <w:rsid w:val="002500E6"/>
    <w:rsid w:val="002508E0"/>
    <w:rsid w:val="002508F2"/>
    <w:rsid w:val="00252503"/>
    <w:rsid w:val="002525DF"/>
    <w:rsid w:val="00252A98"/>
    <w:rsid w:val="00252CA6"/>
    <w:rsid w:val="00252DCD"/>
    <w:rsid w:val="002539D9"/>
    <w:rsid w:val="0025523D"/>
    <w:rsid w:val="002555B9"/>
    <w:rsid w:val="0025571B"/>
    <w:rsid w:val="002558C5"/>
    <w:rsid w:val="002560E8"/>
    <w:rsid w:val="00256421"/>
    <w:rsid w:val="00256DE3"/>
    <w:rsid w:val="002577C3"/>
    <w:rsid w:val="00257D22"/>
    <w:rsid w:val="00257DC3"/>
    <w:rsid w:val="002616AA"/>
    <w:rsid w:val="002625AE"/>
    <w:rsid w:val="00263028"/>
    <w:rsid w:val="00264575"/>
    <w:rsid w:val="002646CF"/>
    <w:rsid w:val="00264709"/>
    <w:rsid w:val="002647FB"/>
    <w:rsid w:val="00264830"/>
    <w:rsid w:val="00264E9A"/>
    <w:rsid w:val="002653DB"/>
    <w:rsid w:val="00265503"/>
    <w:rsid w:val="002655ED"/>
    <w:rsid w:val="002659CD"/>
    <w:rsid w:val="00266C17"/>
    <w:rsid w:val="00266C46"/>
    <w:rsid w:val="00266EE9"/>
    <w:rsid w:val="00267241"/>
    <w:rsid w:val="0026744F"/>
    <w:rsid w:val="00267D17"/>
    <w:rsid w:val="00267D4F"/>
    <w:rsid w:val="00267D50"/>
    <w:rsid w:val="00270003"/>
    <w:rsid w:val="00270BD9"/>
    <w:rsid w:val="00271756"/>
    <w:rsid w:val="00271C6D"/>
    <w:rsid w:val="00271D74"/>
    <w:rsid w:val="0027215D"/>
    <w:rsid w:val="002724BA"/>
    <w:rsid w:val="002730C3"/>
    <w:rsid w:val="00273C8F"/>
    <w:rsid w:val="00274146"/>
    <w:rsid w:val="00274564"/>
    <w:rsid w:val="002745A4"/>
    <w:rsid w:val="002756E6"/>
    <w:rsid w:val="00276559"/>
    <w:rsid w:val="002769A6"/>
    <w:rsid w:val="00277453"/>
    <w:rsid w:val="0028024C"/>
    <w:rsid w:val="00280CFB"/>
    <w:rsid w:val="00281C44"/>
    <w:rsid w:val="00282652"/>
    <w:rsid w:val="00283040"/>
    <w:rsid w:val="002837F0"/>
    <w:rsid w:val="002842F4"/>
    <w:rsid w:val="00284580"/>
    <w:rsid w:val="002848A3"/>
    <w:rsid w:val="002853DF"/>
    <w:rsid w:val="002862B0"/>
    <w:rsid w:val="00286F3B"/>
    <w:rsid w:val="002907E0"/>
    <w:rsid w:val="002915F4"/>
    <w:rsid w:val="00291A5F"/>
    <w:rsid w:val="00291CE3"/>
    <w:rsid w:val="002925EC"/>
    <w:rsid w:val="00292E1F"/>
    <w:rsid w:val="00292E38"/>
    <w:rsid w:val="00292FE7"/>
    <w:rsid w:val="00293FB0"/>
    <w:rsid w:val="00294F13"/>
    <w:rsid w:val="00294F38"/>
    <w:rsid w:val="00295968"/>
    <w:rsid w:val="00295C96"/>
    <w:rsid w:val="00295DB3"/>
    <w:rsid w:val="002963A0"/>
    <w:rsid w:val="00296CA9"/>
    <w:rsid w:val="00297C85"/>
    <w:rsid w:val="002A014C"/>
    <w:rsid w:val="002A0438"/>
    <w:rsid w:val="002A0DF4"/>
    <w:rsid w:val="002A0EEE"/>
    <w:rsid w:val="002A1391"/>
    <w:rsid w:val="002A1CCF"/>
    <w:rsid w:val="002A1E33"/>
    <w:rsid w:val="002A249D"/>
    <w:rsid w:val="002A2F2A"/>
    <w:rsid w:val="002A34B1"/>
    <w:rsid w:val="002A3866"/>
    <w:rsid w:val="002A4193"/>
    <w:rsid w:val="002A4217"/>
    <w:rsid w:val="002A4498"/>
    <w:rsid w:val="002A48DA"/>
    <w:rsid w:val="002A4E8E"/>
    <w:rsid w:val="002A50E2"/>
    <w:rsid w:val="002A5469"/>
    <w:rsid w:val="002A5C38"/>
    <w:rsid w:val="002A6FEE"/>
    <w:rsid w:val="002A7DCA"/>
    <w:rsid w:val="002A7E19"/>
    <w:rsid w:val="002B065F"/>
    <w:rsid w:val="002B0792"/>
    <w:rsid w:val="002B19AE"/>
    <w:rsid w:val="002B1C3A"/>
    <w:rsid w:val="002B1C8A"/>
    <w:rsid w:val="002B30D4"/>
    <w:rsid w:val="002B30E3"/>
    <w:rsid w:val="002B320D"/>
    <w:rsid w:val="002B3811"/>
    <w:rsid w:val="002B3952"/>
    <w:rsid w:val="002B3BFD"/>
    <w:rsid w:val="002B473A"/>
    <w:rsid w:val="002B4C9E"/>
    <w:rsid w:val="002B51FC"/>
    <w:rsid w:val="002B5ED1"/>
    <w:rsid w:val="002B6110"/>
    <w:rsid w:val="002B6D2A"/>
    <w:rsid w:val="002B7DC1"/>
    <w:rsid w:val="002C03A7"/>
    <w:rsid w:val="002C213D"/>
    <w:rsid w:val="002C2938"/>
    <w:rsid w:val="002C2FE3"/>
    <w:rsid w:val="002C3775"/>
    <w:rsid w:val="002C390E"/>
    <w:rsid w:val="002C4410"/>
    <w:rsid w:val="002C48D8"/>
    <w:rsid w:val="002C4A43"/>
    <w:rsid w:val="002C5DD2"/>
    <w:rsid w:val="002C7048"/>
    <w:rsid w:val="002C738B"/>
    <w:rsid w:val="002C75E1"/>
    <w:rsid w:val="002D01B1"/>
    <w:rsid w:val="002D01FD"/>
    <w:rsid w:val="002D034B"/>
    <w:rsid w:val="002D1340"/>
    <w:rsid w:val="002D18E5"/>
    <w:rsid w:val="002D1B2A"/>
    <w:rsid w:val="002D23A0"/>
    <w:rsid w:val="002D2540"/>
    <w:rsid w:val="002D281E"/>
    <w:rsid w:val="002D2B68"/>
    <w:rsid w:val="002D2EFF"/>
    <w:rsid w:val="002D3064"/>
    <w:rsid w:val="002D33C7"/>
    <w:rsid w:val="002D33CC"/>
    <w:rsid w:val="002D37D8"/>
    <w:rsid w:val="002D3E6B"/>
    <w:rsid w:val="002D4DFD"/>
    <w:rsid w:val="002D4E7E"/>
    <w:rsid w:val="002D5BE7"/>
    <w:rsid w:val="002D5C23"/>
    <w:rsid w:val="002D5C79"/>
    <w:rsid w:val="002D5D17"/>
    <w:rsid w:val="002D5DAA"/>
    <w:rsid w:val="002D60EB"/>
    <w:rsid w:val="002D6853"/>
    <w:rsid w:val="002D69D1"/>
    <w:rsid w:val="002D6DA5"/>
    <w:rsid w:val="002D6DB5"/>
    <w:rsid w:val="002D729F"/>
    <w:rsid w:val="002D7548"/>
    <w:rsid w:val="002D79C0"/>
    <w:rsid w:val="002D7BD8"/>
    <w:rsid w:val="002E00D0"/>
    <w:rsid w:val="002E07EF"/>
    <w:rsid w:val="002E12F5"/>
    <w:rsid w:val="002E1380"/>
    <w:rsid w:val="002E1810"/>
    <w:rsid w:val="002E1A6F"/>
    <w:rsid w:val="002E2D0B"/>
    <w:rsid w:val="002E33A2"/>
    <w:rsid w:val="002E3568"/>
    <w:rsid w:val="002E3985"/>
    <w:rsid w:val="002E39E6"/>
    <w:rsid w:val="002E3BA0"/>
    <w:rsid w:val="002E5426"/>
    <w:rsid w:val="002E5C9B"/>
    <w:rsid w:val="002E7036"/>
    <w:rsid w:val="002E7D3D"/>
    <w:rsid w:val="002F05B6"/>
    <w:rsid w:val="002F0F0C"/>
    <w:rsid w:val="002F1E07"/>
    <w:rsid w:val="002F24C5"/>
    <w:rsid w:val="002F2962"/>
    <w:rsid w:val="002F2C9B"/>
    <w:rsid w:val="002F3BCE"/>
    <w:rsid w:val="002F524C"/>
    <w:rsid w:val="002F5B9D"/>
    <w:rsid w:val="002F5C45"/>
    <w:rsid w:val="002F5FD8"/>
    <w:rsid w:val="002F66A2"/>
    <w:rsid w:val="0030003A"/>
    <w:rsid w:val="00301073"/>
    <w:rsid w:val="00301BAB"/>
    <w:rsid w:val="00302726"/>
    <w:rsid w:val="003027D5"/>
    <w:rsid w:val="00302E67"/>
    <w:rsid w:val="00303959"/>
    <w:rsid w:val="00303BB2"/>
    <w:rsid w:val="00303C2B"/>
    <w:rsid w:val="00303E2D"/>
    <w:rsid w:val="0030419F"/>
    <w:rsid w:val="003059D4"/>
    <w:rsid w:val="00306091"/>
    <w:rsid w:val="003061C0"/>
    <w:rsid w:val="0030728B"/>
    <w:rsid w:val="00307508"/>
    <w:rsid w:val="00307F19"/>
    <w:rsid w:val="00307F96"/>
    <w:rsid w:val="00310A0A"/>
    <w:rsid w:val="00310E53"/>
    <w:rsid w:val="003112DC"/>
    <w:rsid w:val="00311324"/>
    <w:rsid w:val="003117C4"/>
    <w:rsid w:val="003123C7"/>
    <w:rsid w:val="0031252D"/>
    <w:rsid w:val="003125FD"/>
    <w:rsid w:val="00312E98"/>
    <w:rsid w:val="0031329A"/>
    <w:rsid w:val="003139A5"/>
    <w:rsid w:val="00313DB7"/>
    <w:rsid w:val="00313F00"/>
    <w:rsid w:val="00314AF3"/>
    <w:rsid w:val="00314D40"/>
    <w:rsid w:val="00315881"/>
    <w:rsid w:val="00316036"/>
    <w:rsid w:val="00317871"/>
    <w:rsid w:val="00317F43"/>
    <w:rsid w:val="00320964"/>
    <w:rsid w:val="00321068"/>
    <w:rsid w:val="0032152D"/>
    <w:rsid w:val="0032276E"/>
    <w:rsid w:val="003229B6"/>
    <w:rsid w:val="00322CCB"/>
    <w:rsid w:val="0032352F"/>
    <w:rsid w:val="00323956"/>
    <w:rsid w:val="00324B1B"/>
    <w:rsid w:val="00325013"/>
    <w:rsid w:val="00325091"/>
    <w:rsid w:val="0032532C"/>
    <w:rsid w:val="00325D0C"/>
    <w:rsid w:val="00326963"/>
    <w:rsid w:val="00326C43"/>
    <w:rsid w:val="003271C9"/>
    <w:rsid w:val="00327539"/>
    <w:rsid w:val="00327E06"/>
    <w:rsid w:val="00330721"/>
    <w:rsid w:val="00330A90"/>
    <w:rsid w:val="00330F52"/>
    <w:rsid w:val="00331144"/>
    <w:rsid w:val="003313B9"/>
    <w:rsid w:val="00331DC6"/>
    <w:rsid w:val="003320FB"/>
    <w:rsid w:val="00332E4A"/>
    <w:rsid w:val="003337AF"/>
    <w:rsid w:val="003338CA"/>
    <w:rsid w:val="00333CF7"/>
    <w:rsid w:val="00333D14"/>
    <w:rsid w:val="00333F6A"/>
    <w:rsid w:val="0033470C"/>
    <w:rsid w:val="00334898"/>
    <w:rsid w:val="00335657"/>
    <w:rsid w:val="00335711"/>
    <w:rsid w:val="003358A3"/>
    <w:rsid w:val="003359B5"/>
    <w:rsid w:val="00335ADF"/>
    <w:rsid w:val="0033653C"/>
    <w:rsid w:val="00336BFF"/>
    <w:rsid w:val="00336C86"/>
    <w:rsid w:val="00336E81"/>
    <w:rsid w:val="00337E00"/>
    <w:rsid w:val="00337FD5"/>
    <w:rsid w:val="0034121D"/>
    <w:rsid w:val="003415C8"/>
    <w:rsid w:val="00341B3E"/>
    <w:rsid w:val="003428D2"/>
    <w:rsid w:val="00343F7A"/>
    <w:rsid w:val="0034494A"/>
    <w:rsid w:val="00344CA0"/>
    <w:rsid w:val="00344E5F"/>
    <w:rsid w:val="00344F71"/>
    <w:rsid w:val="003456F1"/>
    <w:rsid w:val="003457D6"/>
    <w:rsid w:val="00345940"/>
    <w:rsid w:val="00345B31"/>
    <w:rsid w:val="00346455"/>
    <w:rsid w:val="00347027"/>
    <w:rsid w:val="003470F6"/>
    <w:rsid w:val="003471CD"/>
    <w:rsid w:val="00347B2A"/>
    <w:rsid w:val="00350B85"/>
    <w:rsid w:val="003514B8"/>
    <w:rsid w:val="003514F1"/>
    <w:rsid w:val="00351C92"/>
    <w:rsid w:val="00352169"/>
    <w:rsid w:val="003528DD"/>
    <w:rsid w:val="00352AD4"/>
    <w:rsid w:val="00352E72"/>
    <w:rsid w:val="003536A1"/>
    <w:rsid w:val="00353E90"/>
    <w:rsid w:val="00354CC2"/>
    <w:rsid w:val="00354E14"/>
    <w:rsid w:val="003553D2"/>
    <w:rsid w:val="0035649A"/>
    <w:rsid w:val="00357146"/>
    <w:rsid w:val="00357240"/>
    <w:rsid w:val="00360ADD"/>
    <w:rsid w:val="003612C5"/>
    <w:rsid w:val="00361754"/>
    <w:rsid w:val="00362080"/>
    <w:rsid w:val="003634E4"/>
    <w:rsid w:val="00363791"/>
    <w:rsid w:val="003651AE"/>
    <w:rsid w:val="00365D93"/>
    <w:rsid w:val="003662D3"/>
    <w:rsid w:val="003666F4"/>
    <w:rsid w:val="00370080"/>
    <w:rsid w:val="00370368"/>
    <w:rsid w:val="00370384"/>
    <w:rsid w:val="00370556"/>
    <w:rsid w:val="00370ACD"/>
    <w:rsid w:val="00371EC3"/>
    <w:rsid w:val="00372713"/>
    <w:rsid w:val="0037329B"/>
    <w:rsid w:val="00373583"/>
    <w:rsid w:val="00373840"/>
    <w:rsid w:val="003740BC"/>
    <w:rsid w:val="00374CFE"/>
    <w:rsid w:val="003752B8"/>
    <w:rsid w:val="00375328"/>
    <w:rsid w:val="003760A3"/>
    <w:rsid w:val="0037619C"/>
    <w:rsid w:val="003765E2"/>
    <w:rsid w:val="00376BA3"/>
    <w:rsid w:val="0037707B"/>
    <w:rsid w:val="0037757C"/>
    <w:rsid w:val="0038075C"/>
    <w:rsid w:val="00380866"/>
    <w:rsid w:val="0038195C"/>
    <w:rsid w:val="00381A33"/>
    <w:rsid w:val="00381F5D"/>
    <w:rsid w:val="00382178"/>
    <w:rsid w:val="00382424"/>
    <w:rsid w:val="00382625"/>
    <w:rsid w:val="0038272D"/>
    <w:rsid w:val="003827A4"/>
    <w:rsid w:val="003828AC"/>
    <w:rsid w:val="00382E1E"/>
    <w:rsid w:val="00382E8E"/>
    <w:rsid w:val="00382F57"/>
    <w:rsid w:val="0038332A"/>
    <w:rsid w:val="003849DC"/>
    <w:rsid w:val="00384DD7"/>
    <w:rsid w:val="00384EAF"/>
    <w:rsid w:val="00385063"/>
    <w:rsid w:val="0038725E"/>
    <w:rsid w:val="0038773B"/>
    <w:rsid w:val="00387EA5"/>
    <w:rsid w:val="00390382"/>
    <w:rsid w:val="00390454"/>
    <w:rsid w:val="0039052E"/>
    <w:rsid w:val="0039057D"/>
    <w:rsid w:val="003908FE"/>
    <w:rsid w:val="00392109"/>
    <w:rsid w:val="003927AC"/>
    <w:rsid w:val="00392BFF"/>
    <w:rsid w:val="00393149"/>
    <w:rsid w:val="00393C8A"/>
    <w:rsid w:val="00393EFD"/>
    <w:rsid w:val="003948FC"/>
    <w:rsid w:val="00394C9F"/>
    <w:rsid w:val="00394FBF"/>
    <w:rsid w:val="003950E5"/>
    <w:rsid w:val="00395481"/>
    <w:rsid w:val="00397026"/>
    <w:rsid w:val="00397F9E"/>
    <w:rsid w:val="003A03BF"/>
    <w:rsid w:val="003A07E4"/>
    <w:rsid w:val="003A0B2A"/>
    <w:rsid w:val="003A0E6C"/>
    <w:rsid w:val="003A217E"/>
    <w:rsid w:val="003A2509"/>
    <w:rsid w:val="003A2BAE"/>
    <w:rsid w:val="003A2F8E"/>
    <w:rsid w:val="003A341B"/>
    <w:rsid w:val="003A392E"/>
    <w:rsid w:val="003A4290"/>
    <w:rsid w:val="003A43DD"/>
    <w:rsid w:val="003A509D"/>
    <w:rsid w:val="003A5B7E"/>
    <w:rsid w:val="003A5D15"/>
    <w:rsid w:val="003A6362"/>
    <w:rsid w:val="003A63AD"/>
    <w:rsid w:val="003A691C"/>
    <w:rsid w:val="003A766D"/>
    <w:rsid w:val="003B06B0"/>
    <w:rsid w:val="003B0E94"/>
    <w:rsid w:val="003B13D5"/>
    <w:rsid w:val="003B1754"/>
    <w:rsid w:val="003B18A2"/>
    <w:rsid w:val="003B1B44"/>
    <w:rsid w:val="003B32D3"/>
    <w:rsid w:val="003B3406"/>
    <w:rsid w:val="003B351C"/>
    <w:rsid w:val="003B386C"/>
    <w:rsid w:val="003B38D7"/>
    <w:rsid w:val="003B3A5B"/>
    <w:rsid w:val="003B3CC1"/>
    <w:rsid w:val="003B5EF6"/>
    <w:rsid w:val="003B69C2"/>
    <w:rsid w:val="003B6F2D"/>
    <w:rsid w:val="003B7874"/>
    <w:rsid w:val="003B7908"/>
    <w:rsid w:val="003C1720"/>
    <w:rsid w:val="003C17CA"/>
    <w:rsid w:val="003C1ABF"/>
    <w:rsid w:val="003C1FAB"/>
    <w:rsid w:val="003C2236"/>
    <w:rsid w:val="003C2488"/>
    <w:rsid w:val="003C3863"/>
    <w:rsid w:val="003C3BD7"/>
    <w:rsid w:val="003C4674"/>
    <w:rsid w:val="003C666E"/>
    <w:rsid w:val="003C6C87"/>
    <w:rsid w:val="003D00CE"/>
    <w:rsid w:val="003D15D5"/>
    <w:rsid w:val="003D2031"/>
    <w:rsid w:val="003D2689"/>
    <w:rsid w:val="003D285C"/>
    <w:rsid w:val="003D2B16"/>
    <w:rsid w:val="003D42AF"/>
    <w:rsid w:val="003D4692"/>
    <w:rsid w:val="003D4B6B"/>
    <w:rsid w:val="003D558E"/>
    <w:rsid w:val="003D5644"/>
    <w:rsid w:val="003D64DE"/>
    <w:rsid w:val="003D663F"/>
    <w:rsid w:val="003D737A"/>
    <w:rsid w:val="003D78B1"/>
    <w:rsid w:val="003E0429"/>
    <w:rsid w:val="003E0608"/>
    <w:rsid w:val="003E1922"/>
    <w:rsid w:val="003E1F9C"/>
    <w:rsid w:val="003E236E"/>
    <w:rsid w:val="003E2DA1"/>
    <w:rsid w:val="003E2EC1"/>
    <w:rsid w:val="003E3F5F"/>
    <w:rsid w:val="003E4465"/>
    <w:rsid w:val="003E4D63"/>
    <w:rsid w:val="003E542C"/>
    <w:rsid w:val="003E73C2"/>
    <w:rsid w:val="003E7BF6"/>
    <w:rsid w:val="003F0435"/>
    <w:rsid w:val="003F0DA7"/>
    <w:rsid w:val="003F1633"/>
    <w:rsid w:val="003F175A"/>
    <w:rsid w:val="003F1DEB"/>
    <w:rsid w:val="003F3079"/>
    <w:rsid w:val="003F394C"/>
    <w:rsid w:val="003F398D"/>
    <w:rsid w:val="003F5215"/>
    <w:rsid w:val="003F57B7"/>
    <w:rsid w:val="003F6D6C"/>
    <w:rsid w:val="003F7F77"/>
    <w:rsid w:val="004002ED"/>
    <w:rsid w:val="00401E0F"/>
    <w:rsid w:val="00402798"/>
    <w:rsid w:val="004027AC"/>
    <w:rsid w:val="0040299D"/>
    <w:rsid w:val="00402CCF"/>
    <w:rsid w:val="00402F83"/>
    <w:rsid w:val="00404207"/>
    <w:rsid w:val="00404539"/>
    <w:rsid w:val="0040494D"/>
    <w:rsid w:val="00404DC4"/>
    <w:rsid w:val="00404E10"/>
    <w:rsid w:val="004050A1"/>
    <w:rsid w:val="004050C5"/>
    <w:rsid w:val="004061C9"/>
    <w:rsid w:val="004064E7"/>
    <w:rsid w:val="004070A2"/>
    <w:rsid w:val="004074CB"/>
    <w:rsid w:val="00407C4D"/>
    <w:rsid w:val="00407E04"/>
    <w:rsid w:val="004103E5"/>
    <w:rsid w:val="00410906"/>
    <w:rsid w:val="00410C02"/>
    <w:rsid w:val="00411685"/>
    <w:rsid w:val="00411BFC"/>
    <w:rsid w:val="0041244B"/>
    <w:rsid w:val="004124E0"/>
    <w:rsid w:val="00413523"/>
    <w:rsid w:val="004136DD"/>
    <w:rsid w:val="00413812"/>
    <w:rsid w:val="00413ADD"/>
    <w:rsid w:val="00414372"/>
    <w:rsid w:val="0041482D"/>
    <w:rsid w:val="00415478"/>
    <w:rsid w:val="0041581E"/>
    <w:rsid w:val="00415DDC"/>
    <w:rsid w:val="00416745"/>
    <w:rsid w:val="0041679B"/>
    <w:rsid w:val="00416CC0"/>
    <w:rsid w:val="00416D93"/>
    <w:rsid w:val="0041765E"/>
    <w:rsid w:val="004179C8"/>
    <w:rsid w:val="00417D84"/>
    <w:rsid w:val="00417DBF"/>
    <w:rsid w:val="0042114D"/>
    <w:rsid w:val="00421FDF"/>
    <w:rsid w:val="00422286"/>
    <w:rsid w:val="00423CFD"/>
    <w:rsid w:val="004249BF"/>
    <w:rsid w:val="00424DCC"/>
    <w:rsid w:val="00424E88"/>
    <w:rsid w:val="00425034"/>
    <w:rsid w:val="00425E3B"/>
    <w:rsid w:val="004260DA"/>
    <w:rsid w:val="004261E3"/>
    <w:rsid w:val="00426240"/>
    <w:rsid w:val="00426A9C"/>
    <w:rsid w:val="00427136"/>
    <w:rsid w:val="004278BA"/>
    <w:rsid w:val="00427B2C"/>
    <w:rsid w:val="00427D3A"/>
    <w:rsid w:val="00427EEF"/>
    <w:rsid w:val="0043034A"/>
    <w:rsid w:val="004309FF"/>
    <w:rsid w:val="00430A2E"/>
    <w:rsid w:val="00430C17"/>
    <w:rsid w:val="00430E87"/>
    <w:rsid w:val="00431298"/>
    <w:rsid w:val="00431560"/>
    <w:rsid w:val="00431CEE"/>
    <w:rsid w:val="00433D4B"/>
    <w:rsid w:val="00433E4C"/>
    <w:rsid w:val="00433F5D"/>
    <w:rsid w:val="00433F8C"/>
    <w:rsid w:val="004344F0"/>
    <w:rsid w:val="004345E9"/>
    <w:rsid w:val="00434641"/>
    <w:rsid w:val="004346BF"/>
    <w:rsid w:val="004348C1"/>
    <w:rsid w:val="00435993"/>
    <w:rsid w:val="00435995"/>
    <w:rsid w:val="00435A1B"/>
    <w:rsid w:val="00436E2C"/>
    <w:rsid w:val="004371F0"/>
    <w:rsid w:val="00437F7C"/>
    <w:rsid w:val="0044009B"/>
    <w:rsid w:val="00440438"/>
    <w:rsid w:val="0044057B"/>
    <w:rsid w:val="00441027"/>
    <w:rsid w:val="0044135A"/>
    <w:rsid w:val="00441365"/>
    <w:rsid w:val="0044154F"/>
    <w:rsid w:val="00441BB1"/>
    <w:rsid w:val="004423EF"/>
    <w:rsid w:val="004425F2"/>
    <w:rsid w:val="004425F6"/>
    <w:rsid w:val="004429D0"/>
    <w:rsid w:val="00442C82"/>
    <w:rsid w:val="00443A52"/>
    <w:rsid w:val="00444301"/>
    <w:rsid w:val="00444883"/>
    <w:rsid w:val="004448AD"/>
    <w:rsid w:val="00445819"/>
    <w:rsid w:val="00445CD5"/>
    <w:rsid w:val="004462B7"/>
    <w:rsid w:val="0044630E"/>
    <w:rsid w:val="0044663A"/>
    <w:rsid w:val="00446AF4"/>
    <w:rsid w:val="00447D60"/>
    <w:rsid w:val="00447F3E"/>
    <w:rsid w:val="0045026A"/>
    <w:rsid w:val="00450A6F"/>
    <w:rsid w:val="00451371"/>
    <w:rsid w:val="004524D3"/>
    <w:rsid w:val="00452DF2"/>
    <w:rsid w:val="00453156"/>
    <w:rsid w:val="004531CD"/>
    <w:rsid w:val="00454662"/>
    <w:rsid w:val="0045466E"/>
    <w:rsid w:val="00454956"/>
    <w:rsid w:val="00454B36"/>
    <w:rsid w:val="00455500"/>
    <w:rsid w:val="004562A0"/>
    <w:rsid w:val="004565D5"/>
    <w:rsid w:val="00457315"/>
    <w:rsid w:val="00457B1B"/>
    <w:rsid w:val="00457DFB"/>
    <w:rsid w:val="00460013"/>
    <w:rsid w:val="004604FF"/>
    <w:rsid w:val="00460647"/>
    <w:rsid w:val="00460F63"/>
    <w:rsid w:val="00461232"/>
    <w:rsid w:val="0046160C"/>
    <w:rsid w:val="00461836"/>
    <w:rsid w:val="0046191B"/>
    <w:rsid w:val="0046285C"/>
    <w:rsid w:val="00462993"/>
    <w:rsid w:val="00462D18"/>
    <w:rsid w:val="00463086"/>
    <w:rsid w:val="00463478"/>
    <w:rsid w:val="004636B6"/>
    <w:rsid w:val="00464025"/>
    <w:rsid w:val="004645D5"/>
    <w:rsid w:val="00464A6E"/>
    <w:rsid w:val="00464DF1"/>
    <w:rsid w:val="00464E84"/>
    <w:rsid w:val="00465118"/>
    <w:rsid w:val="00465DAF"/>
    <w:rsid w:val="004660BF"/>
    <w:rsid w:val="0046655B"/>
    <w:rsid w:val="00466962"/>
    <w:rsid w:val="00466F5C"/>
    <w:rsid w:val="00467521"/>
    <w:rsid w:val="00467FB3"/>
    <w:rsid w:val="004714F4"/>
    <w:rsid w:val="00471710"/>
    <w:rsid w:val="0047199A"/>
    <w:rsid w:val="00471C61"/>
    <w:rsid w:val="00472010"/>
    <w:rsid w:val="00472425"/>
    <w:rsid w:val="00472611"/>
    <w:rsid w:val="00472B1E"/>
    <w:rsid w:val="00473264"/>
    <w:rsid w:val="0047363C"/>
    <w:rsid w:val="004742BF"/>
    <w:rsid w:val="004743EF"/>
    <w:rsid w:val="004744C7"/>
    <w:rsid w:val="004746B6"/>
    <w:rsid w:val="004750BF"/>
    <w:rsid w:val="00475805"/>
    <w:rsid w:val="004759A6"/>
    <w:rsid w:val="00475BDD"/>
    <w:rsid w:val="00476DDD"/>
    <w:rsid w:val="0047774A"/>
    <w:rsid w:val="00477B9B"/>
    <w:rsid w:val="00477D7E"/>
    <w:rsid w:val="00477DFF"/>
    <w:rsid w:val="004801C6"/>
    <w:rsid w:val="0048049D"/>
    <w:rsid w:val="00480CC6"/>
    <w:rsid w:val="00480CE7"/>
    <w:rsid w:val="004812F3"/>
    <w:rsid w:val="00481306"/>
    <w:rsid w:val="00481596"/>
    <w:rsid w:val="00481A57"/>
    <w:rsid w:val="00482513"/>
    <w:rsid w:val="0048251D"/>
    <w:rsid w:val="004828E1"/>
    <w:rsid w:val="00484208"/>
    <w:rsid w:val="0048431D"/>
    <w:rsid w:val="0048436A"/>
    <w:rsid w:val="004844D0"/>
    <w:rsid w:val="00484807"/>
    <w:rsid w:val="00484833"/>
    <w:rsid w:val="00484A23"/>
    <w:rsid w:val="0048530C"/>
    <w:rsid w:val="00485A0D"/>
    <w:rsid w:val="00485CD1"/>
    <w:rsid w:val="00485E26"/>
    <w:rsid w:val="00485EA8"/>
    <w:rsid w:val="00486090"/>
    <w:rsid w:val="004867CB"/>
    <w:rsid w:val="00486974"/>
    <w:rsid w:val="00487041"/>
    <w:rsid w:val="00487100"/>
    <w:rsid w:val="0048741D"/>
    <w:rsid w:val="00490A5E"/>
    <w:rsid w:val="00490F7E"/>
    <w:rsid w:val="0049159B"/>
    <w:rsid w:val="0049197A"/>
    <w:rsid w:val="004929DD"/>
    <w:rsid w:val="00492AED"/>
    <w:rsid w:val="00493619"/>
    <w:rsid w:val="00493AC9"/>
    <w:rsid w:val="00494D4A"/>
    <w:rsid w:val="00495172"/>
    <w:rsid w:val="004953C1"/>
    <w:rsid w:val="004953CE"/>
    <w:rsid w:val="0049558E"/>
    <w:rsid w:val="00495C6F"/>
    <w:rsid w:val="00496566"/>
    <w:rsid w:val="00497C08"/>
    <w:rsid w:val="00497D47"/>
    <w:rsid w:val="004A190D"/>
    <w:rsid w:val="004A1F01"/>
    <w:rsid w:val="004A20FE"/>
    <w:rsid w:val="004A25D9"/>
    <w:rsid w:val="004A2755"/>
    <w:rsid w:val="004A2AC4"/>
    <w:rsid w:val="004A3373"/>
    <w:rsid w:val="004A3629"/>
    <w:rsid w:val="004A3C01"/>
    <w:rsid w:val="004A432D"/>
    <w:rsid w:val="004A4450"/>
    <w:rsid w:val="004A4A6E"/>
    <w:rsid w:val="004A4AB3"/>
    <w:rsid w:val="004A4D69"/>
    <w:rsid w:val="004A5817"/>
    <w:rsid w:val="004A60C4"/>
    <w:rsid w:val="004A6309"/>
    <w:rsid w:val="004A660F"/>
    <w:rsid w:val="004A6FD2"/>
    <w:rsid w:val="004A72DF"/>
    <w:rsid w:val="004B021A"/>
    <w:rsid w:val="004B0CFA"/>
    <w:rsid w:val="004B1330"/>
    <w:rsid w:val="004B15DE"/>
    <w:rsid w:val="004B2858"/>
    <w:rsid w:val="004B31F9"/>
    <w:rsid w:val="004B3839"/>
    <w:rsid w:val="004B3BD4"/>
    <w:rsid w:val="004B3F8F"/>
    <w:rsid w:val="004B45A5"/>
    <w:rsid w:val="004B4848"/>
    <w:rsid w:val="004B591C"/>
    <w:rsid w:val="004B59D0"/>
    <w:rsid w:val="004B5C38"/>
    <w:rsid w:val="004B5CB0"/>
    <w:rsid w:val="004B65FD"/>
    <w:rsid w:val="004B6635"/>
    <w:rsid w:val="004B68A0"/>
    <w:rsid w:val="004B72CD"/>
    <w:rsid w:val="004B78D0"/>
    <w:rsid w:val="004B7E45"/>
    <w:rsid w:val="004C0745"/>
    <w:rsid w:val="004C0DC3"/>
    <w:rsid w:val="004C162E"/>
    <w:rsid w:val="004C48D8"/>
    <w:rsid w:val="004C51A2"/>
    <w:rsid w:val="004C5332"/>
    <w:rsid w:val="004C5CC2"/>
    <w:rsid w:val="004C5F74"/>
    <w:rsid w:val="004C638B"/>
    <w:rsid w:val="004C6BAA"/>
    <w:rsid w:val="004C6D65"/>
    <w:rsid w:val="004C7160"/>
    <w:rsid w:val="004C735C"/>
    <w:rsid w:val="004D0B5E"/>
    <w:rsid w:val="004D0E79"/>
    <w:rsid w:val="004D1166"/>
    <w:rsid w:val="004D1A7F"/>
    <w:rsid w:val="004D1C51"/>
    <w:rsid w:val="004D201A"/>
    <w:rsid w:val="004D210B"/>
    <w:rsid w:val="004D21F2"/>
    <w:rsid w:val="004D35E6"/>
    <w:rsid w:val="004D3F6F"/>
    <w:rsid w:val="004D4263"/>
    <w:rsid w:val="004D46B9"/>
    <w:rsid w:val="004D4984"/>
    <w:rsid w:val="004D5BBF"/>
    <w:rsid w:val="004D646B"/>
    <w:rsid w:val="004D6CC6"/>
    <w:rsid w:val="004D7D51"/>
    <w:rsid w:val="004E0099"/>
    <w:rsid w:val="004E00CB"/>
    <w:rsid w:val="004E04AE"/>
    <w:rsid w:val="004E05E4"/>
    <w:rsid w:val="004E0854"/>
    <w:rsid w:val="004E11AC"/>
    <w:rsid w:val="004E12E3"/>
    <w:rsid w:val="004E13FB"/>
    <w:rsid w:val="004E1DB9"/>
    <w:rsid w:val="004E1FCB"/>
    <w:rsid w:val="004E2D4F"/>
    <w:rsid w:val="004E3248"/>
    <w:rsid w:val="004E3C2B"/>
    <w:rsid w:val="004E4747"/>
    <w:rsid w:val="004E4820"/>
    <w:rsid w:val="004E5166"/>
    <w:rsid w:val="004E51F1"/>
    <w:rsid w:val="004E6106"/>
    <w:rsid w:val="004E642F"/>
    <w:rsid w:val="004E67D3"/>
    <w:rsid w:val="004F03F6"/>
    <w:rsid w:val="004F0985"/>
    <w:rsid w:val="004F0CE4"/>
    <w:rsid w:val="004F0D5A"/>
    <w:rsid w:val="004F205F"/>
    <w:rsid w:val="004F215F"/>
    <w:rsid w:val="004F2DDE"/>
    <w:rsid w:val="004F2ED1"/>
    <w:rsid w:val="004F5287"/>
    <w:rsid w:val="004F5ED4"/>
    <w:rsid w:val="004F64A5"/>
    <w:rsid w:val="004F6F75"/>
    <w:rsid w:val="004F74EA"/>
    <w:rsid w:val="004F7735"/>
    <w:rsid w:val="005000EF"/>
    <w:rsid w:val="00500DF9"/>
    <w:rsid w:val="00501936"/>
    <w:rsid w:val="005020AF"/>
    <w:rsid w:val="005025F0"/>
    <w:rsid w:val="00502963"/>
    <w:rsid w:val="00502FA3"/>
    <w:rsid w:val="00502FF3"/>
    <w:rsid w:val="005030D8"/>
    <w:rsid w:val="005033AE"/>
    <w:rsid w:val="0050413C"/>
    <w:rsid w:val="00504322"/>
    <w:rsid w:val="00504528"/>
    <w:rsid w:val="0050540A"/>
    <w:rsid w:val="00505871"/>
    <w:rsid w:val="00505CFC"/>
    <w:rsid w:val="00506493"/>
    <w:rsid w:val="00507438"/>
    <w:rsid w:val="00507EEE"/>
    <w:rsid w:val="00507FE8"/>
    <w:rsid w:val="0051063D"/>
    <w:rsid w:val="00510C65"/>
    <w:rsid w:val="00510F39"/>
    <w:rsid w:val="00511F93"/>
    <w:rsid w:val="0051262B"/>
    <w:rsid w:val="00512CFE"/>
    <w:rsid w:val="005130BC"/>
    <w:rsid w:val="005142F6"/>
    <w:rsid w:val="00515325"/>
    <w:rsid w:val="0051552D"/>
    <w:rsid w:val="00515B48"/>
    <w:rsid w:val="0051675D"/>
    <w:rsid w:val="00516882"/>
    <w:rsid w:val="00516DB2"/>
    <w:rsid w:val="0052051C"/>
    <w:rsid w:val="005207E3"/>
    <w:rsid w:val="0052089B"/>
    <w:rsid w:val="00520A01"/>
    <w:rsid w:val="00520AE3"/>
    <w:rsid w:val="00520DF8"/>
    <w:rsid w:val="0052114A"/>
    <w:rsid w:val="00522CA7"/>
    <w:rsid w:val="005233C6"/>
    <w:rsid w:val="005241CE"/>
    <w:rsid w:val="00524440"/>
    <w:rsid w:val="0052562D"/>
    <w:rsid w:val="00525797"/>
    <w:rsid w:val="00525D1F"/>
    <w:rsid w:val="0052602C"/>
    <w:rsid w:val="005273B3"/>
    <w:rsid w:val="00527538"/>
    <w:rsid w:val="00527AFE"/>
    <w:rsid w:val="00527F13"/>
    <w:rsid w:val="00530020"/>
    <w:rsid w:val="00530095"/>
    <w:rsid w:val="00530F0E"/>
    <w:rsid w:val="005312FA"/>
    <w:rsid w:val="00531485"/>
    <w:rsid w:val="00531581"/>
    <w:rsid w:val="005317C3"/>
    <w:rsid w:val="005317E3"/>
    <w:rsid w:val="00531802"/>
    <w:rsid w:val="00532742"/>
    <w:rsid w:val="00532D21"/>
    <w:rsid w:val="00532EDE"/>
    <w:rsid w:val="005342C5"/>
    <w:rsid w:val="00534FE7"/>
    <w:rsid w:val="00535364"/>
    <w:rsid w:val="00535512"/>
    <w:rsid w:val="00535B17"/>
    <w:rsid w:val="00535DE3"/>
    <w:rsid w:val="005360AC"/>
    <w:rsid w:val="005367E5"/>
    <w:rsid w:val="00536A86"/>
    <w:rsid w:val="005372C7"/>
    <w:rsid w:val="005378E1"/>
    <w:rsid w:val="005404DE"/>
    <w:rsid w:val="005406AA"/>
    <w:rsid w:val="005433C3"/>
    <w:rsid w:val="005433E8"/>
    <w:rsid w:val="00543A9A"/>
    <w:rsid w:val="005450F1"/>
    <w:rsid w:val="005450F4"/>
    <w:rsid w:val="005458B2"/>
    <w:rsid w:val="00545CB1"/>
    <w:rsid w:val="00545CDB"/>
    <w:rsid w:val="005468C5"/>
    <w:rsid w:val="00546D2A"/>
    <w:rsid w:val="005470C2"/>
    <w:rsid w:val="00547EA4"/>
    <w:rsid w:val="00550B3F"/>
    <w:rsid w:val="0055111A"/>
    <w:rsid w:val="005514D3"/>
    <w:rsid w:val="00551832"/>
    <w:rsid w:val="00551CA4"/>
    <w:rsid w:val="005527BF"/>
    <w:rsid w:val="00552850"/>
    <w:rsid w:val="00552DD8"/>
    <w:rsid w:val="005530AB"/>
    <w:rsid w:val="00553548"/>
    <w:rsid w:val="005543B4"/>
    <w:rsid w:val="00554DCC"/>
    <w:rsid w:val="00554FBA"/>
    <w:rsid w:val="00555861"/>
    <w:rsid w:val="005561A4"/>
    <w:rsid w:val="00556687"/>
    <w:rsid w:val="00556ECF"/>
    <w:rsid w:val="005574AA"/>
    <w:rsid w:val="0055789B"/>
    <w:rsid w:val="00557DA7"/>
    <w:rsid w:val="00557DD8"/>
    <w:rsid w:val="0056017E"/>
    <w:rsid w:val="005605C2"/>
    <w:rsid w:val="005606EA"/>
    <w:rsid w:val="005609FE"/>
    <w:rsid w:val="005610B7"/>
    <w:rsid w:val="005612FD"/>
    <w:rsid w:val="00561793"/>
    <w:rsid w:val="00561B60"/>
    <w:rsid w:val="00561F22"/>
    <w:rsid w:val="0056309A"/>
    <w:rsid w:val="00563C9B"/>
    <w:rsid w:val="00564381"/>
    <w:rsid w:val="00564576"/>
    <w:rsid w:val="00564D6D"/>
    <w:rsid w:val="00564F62"/>
    <w:rsid w:val="00565100"/>
    <w:rsid w:val="00565850"/>
    <w:rsid w:val="00565B82"/>
    <w:rsid w:val="0056614F"/>
    <w:rsid w:val="005662BC"/>
    <w:rsid w:val="0056670B"/>
    <w:rsid w:val="00566835"/>
    <w:rsid w:val="00566B5A"/>
    <w:rsid w:val="00567E23"/>
    <w:rsid w:val="00567F23"/>
    <w:rsid w:val="00571EF9"/>
    <w:rsid w:val="0057229F"/>
    <w:rsid w:val="00573AE5"/>
    <w:rsid w:val="00573BB2"/>
    <w:rsid w:val="005740E0"/>
    <w:rsid w:val="00574588"/>
    <w:rsid w:val="005752A5"/>
    <w:rsid w:val="00575465"/>
    <w:rsid w:val="005758E5"/>
    <w:rsid w:val="00576219"/>
    <w:rsid w:val="00576B14"/>
    <w:rsid w:val="005776A6"/>
    <w:rsid w:val="00577A0A"/>
    <w:rsid w:val="00577B8F"/>
    <w:rsid w:val="00580390"/>
    <w:rsid w:val="00580EB5"/>
    <w:rsid w:val="00581039"/>
    <w:rsid w:val="005813ED"/>
    <w:rsid w:val="00581BBA"/>
    <w:rsid w:val="0058206D"/>
    <w:rsid w:val="00582463"/>
    <w:rsid w:val="005825CD"/>
    <w:rsid w:val="00582665"/>
    <w:rsid w:val="00582EBA"/>
    <w:rsid w:val="00583838"/>
    <w:rsid w:val="005838B1"/>
    <w:rsid w:val="00583A2D"/>
    <w:rsid w:val="0058406F"/>
    <w:rsid w:val="0058475F"/>
    <w:rsid w:val="005852AD"/>
    <w:rsid w:val="00585F53"/>
    <w:rsid w:val="00586592"/>
    <w:rsid w:val="005866BB"/>
    <w:rsid w:val="00586876"/>
    <w:rsid w:val="0058691E"/>
    <w:rsid w:val="00587F69"/>
    <w:rsid w:val="00587FA6"/>
    <w:rsid w:val="00590CC0"/>
    <w:rsid w:val="005914C5"/>
    <w:rsid w:val="00591663"/>
    <w:rsid w:val="00591910"/>
    <w:rsid w:val="005929AE"/>
    <w:rsid w:val="00592DCE"/>
    <w:rsid w:val="005938E6"/>
    <w:rsid w:val="00593F60"/>
    <w:rsid w:val="0059401D"/>
    <w:rsid w:val="0059463E"/>
    <w:rsid w:val="0059470F"/>
    <w:rsid w:val="005947C6"/>
    <w:rsid w:val="00594BA7"/>
    <w:rsid w:val="005969F1"/>
    <w:rsid w:val="00596B66"/>
    <w:rsid w:val="00596FB5"/>
    <w:rsid w:val="00597BFE"/>
    <w:rsid w:val="005A0A4B"/>
    <w:rsid w:val="005A1076"/>
    <w:rsid w:val="005A1971"/>
    <w:rsid w:val="005A1A2D"/>
    <w:rsid w:val="005A1AF9"/>
    <w:rsid w:val="005A2608"/>
    <w:rsid w:val="005A2698"/>
    <w:rsid w:val="005A3BF8"/>
    <w:rsid w:val="005A3C39"/>
    <w:rsid w:val="005A3E41"/>
    <w:rsid w:val="005A4573"/>
    <w:rsid w:val="005A54AE"/>
    <w:rsid w:val="005A5966"/>
    <w:rsid w:val="005A650D"/>
    <w:rsid w:val="005B04B2"/>
    <w:rsid w:val="005B051E"/>
    <w:rsid w:val="005B093C"/>
    <w:rsid w:val="005B1483"/>
    <w:rsid w:val="005B18A8"/>
    <w:rsid w:val="005B18B9"/>
    <w:rsid w:val="005B18E5"/>
    <w:rsid w:val="005B18FC"/>
    <w:rsid w:val="005B20D0"/>
    <w:rsid w:val="005B3455"/>
    <w:rsid w:val="005B40EB"/>
    <w:rsid w:val="005B5553"/>
    <w:rsid w:val="005B56A7"/>
    <w:rsid w:val="005B56BB"/>
    <w:rsid w:val="005B670C"/>
    <w:rsid w:val="005B7F76"/>
    <w:rsid w:val="005C0C91"/>
    <w:rsid w:val="005C108E"/>
    <w:rsid w:val="005C2813"/>
    <w:rsid w:val="005C2FDB"/>
    <w:rsid w:val="005C353F"/>
    <w:rsid w:val="005C354B"/>
    <w:rsid w:val="005C39BC"/>
    <w:rsid w:val="005C4082"/>
    <w:rsid w:val="005C4599"/>
    <w:rsid w:val="005C47F5"/>
    <w:rsid w:val="005C48E2"/>
    <w:rsid w:val="005C5888"/>
    <w:rsid w:val="005C5A99"/>
    <w:rsid w:val="005C5C17"/>
    <w:rsid w:val="005C5C47"/>
    <w:rsid w:val="005C6BDB"/>
    <w:rsid w:val="005C70C5"/>
    <w:rsid w:val="005C70E7"/>
    <w:rsid w:val="005C716B"/>
    <w:rsid w:val="005C7696"/>
    <w:rsid w:val="005C7965"/>
    <w:rsid w:val="005D00E2"/>
    <w:rsid w:val="005D0673"/>
    <w:rsid w:val="005D0AFE"/>
    <w:rsid w:val="005D0B3E"/>
    <w:rsid w:val="005D1B63"/>
    <w:rsid w:val="005D2836"/>
    <w:rsid w:val="005D285F"/>
    <w:rsid w:val="005D2996"/>
    <w:rsid w:val="005D3AD0"/>
    <w:rsid w:val="005D400D"/>
    <w:rsid w:val="005D45E8"/>
    <w:rsid w:val="005D4A0E"/>
    <w:rsid w:val="005D4AEB"/>
    <w:rsid w:val="005D4C4A"/>
    <w:rsid w:val="005D4F67"/>
    <w:rsid w:val="005D60CC"/>
    <w:rsid w:val="005D6A1F"/>
    <w:rsid w:val="005D7CEA"/>
    <w:rsid w:val="005E011A"/>
    <w:rsid w:val="005E0122"/>
    <w:rsid w:val="005E0517"/>
    <w:rsid w:val="005E0F8E"/>
    <w:rsid w:val="005E172F"/>
    <w:rsid w:val="005E1889"/>
    <w:rsid w:val="005E1B8A"/>
    <w:rsid w:val="005E1DBA"/>
    <w:rsid w:val="005E201A"/>
    <w:rsid w:val="005E248C"/>
    <w:rsid w:val="005E49B1"/>
    <w:rsid w:val="005E4A8D"/>
    <w:rsid w:val="005E5AE9"/>
    <w:rsid w:val="005E5F13"/>
    <w:rsid w:val="005E665E"/>
    <w:rsid w:val="005E6AF3"/>
    <w:rsid w:val="005E6FDB"/>
    <w:rsid w:val="005F09C8"/>
    <w:rsid w:val="005F0A7F"/>
    <w:rsid w:val="005F1E13"/>
    <w:rsid w:val="005F21DE"/>
    <w:rsid w:val="005F2271"/>
    <w:rsid w:val="005F27FE"/>
    <w:rsid w:val="005F290C"/>
    <w:rsid w:val="005F2A50"/>
    <w:rsid w:val="005F2D24"/>
    <w:rsid w:val="005F2FC0"/>
    <w:rsid w:val="005F3382"/>
    <w:rsid w:val="005F3471"/>
    <w:rsid w:val="005F37C3"/>
    <w:rsid w:val="005F3B99"/>
    <w:rsid w:val="005F4324"/>
    <w:rsid w:val="005F4501"/>
    <w:rsid w:val="005F4C8E"/>
    <w:rsid w:val="005F4E74"/>
    <w:rsid w:val="005F51FC"/>
    <w:rsid w:val="005F5747"/>
    <w:rsid w:val="005F6380"/>
    <w:rsid w:val="005F68C9"/>
    <w:rsid w:val="005F7E83"/>
    <w:rsid w:val="0060090D"/>
    <w:rsid w:val="00600C68"/>
    <w:rsid w:val="00601985"/>
    <w:rsid w:val="00601B9D"/>
    <w:rsid w:val="00601DBD"/>
    <w:rsid w:val="00602012"/>
    <w:rsid w:val="006028C3"/>
    <w:rsid w:val="00602B3B"/>
    <w:rsid w:val="006031EB"/>
    <w:rsid w:val="00603406"/>
    <w:rsid w:val="00603FCB"/>
    <w:rsid w:val="006043F5"/>
    <w:rsid w:val="00604A87"/>
    <w:rsid w:val="0060502F"/>
    <w:rsid w:val="00605DC2"/>
    <w:rsid w:val="00606986"/>
    <w:rsid w:val="0060785E"/>
    <w:rsid w:val="00607C47"/>
    <w:rsid w:val="00607CD5"/>
    <w:rsid w:val="00607D75"/>
    <w:rsid w:val="00607F36"/>
    <w:rsid w:val="00610777"/>
    <w:rsid w:val="00610D05"/>
    <w:rsid w:val="00610EA8"/>
    <w:rsid w:val="0061177D"/>
    <w:rsid w:val="00611DA6"/>
    <w:rsid w:val="00612061"/>
    <w:rsid w:val="00612824"/>
    <w:rsid w:val="00613E71"/>
    <w:rsid w:val="0061402A"/>
    <w:rsid w:val="0061426F"/>
    <w:rsid w:val="006145FD"/>
    <w:rsid w:val="00614734"/>
    <w:rsid w:val="00614BF8"/>
    <w:rsid w:val="00614D9F"/>
    <w:rsid w:val="006150AF"/>
    <w:rsid w:val="00615B75"/>
    <w:rsid w:val="0061684A"/>
    <w:rsid w:val="00616C22"/>
    <w:rsid w:val="00616C92"/>
    <w:rsid w:val="0061722F"/>
    <w:rsid w:val="0061787D"/>
    <w:rsid w:val="00617BCA"/>
    <w:rsid w:val="00617BF4"/>
    <w:rsid w:val="00617C44"/>
    <w:rsid w:val="00617F7A"/>
    <w:rsid w:val="006213E8"/>
    <w:rsid w:val="006226CE"/>
    <w:rsid w:val="006239A1"/>
    <w:rsid w:val="006239DF"/>
    <w:rsid w:val="00623B56"/>
    <w:rsid w:val="00624049"/>
    <w:rsid w:val="00624580"/>
    <w:rsid w:val="006247A1"/>
    <w:rsid w:val="00624F58"/>
    <w:rsid w:val="0062514E"/>
    <w:rsid w:val="00625392"/>
    <w:rsid w:val="006255A2"/>
    <w:rsid w:val="00625AEB"/>
    <w:rsid w:val="0062675E"/>
    <w:rsid w:val="00626892"/>
    <w:rsid w:val="00626B2F"/>
    <w:rsid w:val="00626EF3"/>
    <w:rsid w:val="00626F40"/>
    <w:rsid w:val="00627B4C"/>
    <w:rsid w:val="006301D0"/>
    <w:rsid w:val="00630A9F"/>
    <w:rsid w:val="00630C98"/>
    <w:rsid w:val="0063165B"/>
    <w:rsid w:val="006319C6"/>
    <w:rsid w:val="006322C4"/>
    <w:rsid w:val="006322DC"/>
    <w:rsid w:val="00632457"/>
    <w:rsid w:val="006326F2"/>
    <w:rsid w:val="00632994"/>
    <w:rsid w:val="00632F38"/>
    <w:rsid w:val="0063318E"/>
    <w:rsid w:val="00633AA5"/>
    <w:rsid w:val="00633C89"/>
    <w:rsid w:val="00634364"/>
    <w:rsid w:val="0063558D"/>
    <w:rsid w:val="00635C06"/>
    <w:rsid w:val="006364D7"/>
    <w:rsid w:val="006368F7"/>
    <w:rsid w:val="006369B8"/>
    <w:rsid w:val="006369D1"/>
    <w:rsid w:val="00636A6B"/>
    <w:rsid w:val="006372AC"/>
    <w:rsid w:val="006374B2"/>
    <w:rsid w:val="006377B5"/>
    <w:rsid w:val="00640315"/>
    <w:rsid w:val="006409F3"/>
    <w:rsid w:val="0064165E"/>
    <w:rsid w:val="006420F7"/>
    <w:rsid w:val="0064232C"/>
    <w:rsid w:val="00642E77"/>
    <w:rsid w:val="006432F6"/>
    <w:rsid w:val="00643412"/>
    <w:rsid w:val="00643E24"/>
    <w:rsid w:val="00643FE2"/>
    <w:rsid w:val="00644436"/>
    <w:rsid w:val="006446D2"/>
    <w:rsid w:val="00644C1B"/>
    <w:rsid w:val="00645F57"/>
    <w:rsid w:val="006474E4"/>
    <w:rsid w:val="006474EF"/>
    <w:rsid w:val="00647D47"/>
    <w:rsid w:val="00647DD7"/>
    <w:rsid w:val="00647F5C"/>
    <w:rsid w:val="00650544"/>
    <w:rsid w:val="00650607"/>
    <w:rsid w:val="00650A86"/>
    <w:rsid w:val="00650EB2"/>
    <w:rsid w:val="0065166F"/>
    <w:rsid w:val="00651697"/>
    <w:rsid w:val="00651FAA"/>
    <w:rsid w:val="006521E9"/>
    <w:rsid w:val="006533BE"/>
    <w:rsid w:val="006534FB"/>
    <w:rsid w:val="0065374B"/>
    <w:rsid w:val="0065464D"/>
    <w:rsid w:val="00654B75"/>
    <w:rsid w:val="006552AD"/>
    <w:rsid w:val="0065549D"/>
    <w:rsid w:val="0065571D"/>
    <w:rsid w:val="00655DAE"/>
    <w:rsid w:val="00655F1B"/>
    <w:rsid w:val="006574B6"/>
    <w:rsid w:val="00657535"/>
    <w:rsid w:val="0066012A"/>
    <w:rsid w:val="006607F4"/>
    <w:rsid w:val="00660FD7"/>
    <w:rsid w:val="00661553"/>
    <w:rsid w:val="00661ADB"/>
    <w:rsid w:val="00661DD9"/>
    <w:rsid w:val="00662146"/>
    <w:rsid w:val="00662681"/>
    <w:rsid w:val="00662B3F"/>
    <w:rsid w:val="00663483"/>
    <w:rsid w:val="00663C8B"/>
    <w:rsid w:val="006642FB"/>
    <w:rsid w:val="00664343"/>
    <w:rsid w:val="00664434"/>
    <w:rsid w:val="00664A21"/>
    <w:rsid w:val="00664DA7"/>
    <w:rsid w:val="00665A21"/>
    <w:rsid w:val="00665EB6"/>
    <w:rsid w:val="00666282"/>
    <w:rsid w:val="006663EC"/>
    <w:rsid w:val="006666AF"/>
    <w:rsid w:val="0066684C"/>
    <w:rsid w:val="00666D11"/>
    <w:rsid w:val="00666E1B"/>
    <w:rsid w:val="006712AD"/>
    <w:rsid w:val="0067135A"/>
    <w:rsid w:val="0067152C"/>
    <w:rsid w:val="00671F25"/>
    <w:rsid w:val="00672E6C"/>
    <w:rsid w:val="006733C0"/>
    <w:rsid w:val="006734CE"/>
    <w:rsid w:val="00673699"/>
    <w:rsid w:val="00673863"/>
    <w:rsid w:val="0067446B"/>
    <w:rsid w:val="00674BED"/>
    <w:rsid w:val="00674EA5"/>
    <w:rsid w:val="00675912"/>
    <w:rsid w:val="00676B55"/>
    <w:rsid w:val="0067713B"/>
    <w:rsid w:val="006776DF"/>
    <w:rsid w:val="00677B72"/>
    <w:rsid w:val="00677CB3"/>
    <w:rsid w:val="0068072D"/>
    <w:rsid w:val="006807F4"/>
    <w:rsid w:val="00680F30"/>
    <w:rsid w:val="006819B1"/>
    <w:rsid w:val="00681B02"/>
    <w:rsid w:val="00681F38"/>
    <w:rsid w:val="00682042"/>
    <w:rsid w:val="0068274A"/>
    <w:rsid w:val="0068278F"/>
    <w:rsid w:val="00682C8A"/>
    <w:rsid w:val="0068332C"/>
    <w:rsid w:val="006838A4"/>
    <w:rsid w:val="0068432A"/>
    <w:rsid w:val="00684AD9"/>
    <w:rsid w:val="006851C3"/>
    <w:rsid w:val="006852E6"/>
    <w:rsid w:val="006860CC"/>
    <w:rsid w:val="006861EC"/>
    <w:rsid w:val="00686CAF"/>
    <w:rsid w:val="00686D8F"/>
    <w:rsid w:val="00687137"/>
    <w:rsid w:val="006901C7"/>
    <w:rsid w:val="0069146C"/>
    <w:rsid w:val="006923E6"/>
    <w:rsid w:val="0069404A"/>
    <w:rsid w:val="006947C9"/>
    <w:rsid w:val="00695BA4"/>
    <w:rsid w:val="00696055"/>
    <w:rsid w:val="0069625E"/>
    <w:rsid w:val="00696742"/>
    <w:rsid w:val="00697152"/>
    <w:rsid w:val="006A1364"/>
    <w:rsid w:val="006A1500"/>
    <w:rsid w:val="006A1A63"/>
    <w:rsid w:val="006A1B50"/>
    <w:rsid w:val="006A1FEF"/>
    <w:rsid w:val="006A24DD"/>
    <w:rsid w:val="006A28C5"/>
    <w:rsid w:val="006A2E8F"/>
    <w:rsid w:val="006A32C9"/>
    <w:rsid w:val="006A3624"/>
    <w:rsid w:val="006A3E10"/>
    <w:rsid w:val="006A3F31"/>
    <w:rsid w:val="006A407F"/>
    <w:rsid w:val="006A4C60"/>
    <w:rsid w:val="006A4EA9"/>
    <w:rsid w:val="006A4FEB"/>
    <w:rsid w:val="006A5469"/>
    <w:rsid w:val="006A5741"/>
    <w:rsid w:val="006A5A56"/>
    <w:rsid w:val="006A5A82"/>
    <w:rsid w:val="006A5B2A"/>
    <w:rsid w:val="006A5CDA"/>
    <w:rsid w:val="006A7722"/>
    <w:rsid w:val="006A7C7A"/>
    <w:rsid w:val="006B0329"/>
    <w:rsid w:val="006B0D3D"/>
    <w:rsid w:val="006B182A"/>
    <w:rsid w:val="006B1BA8"/>
    <w:rsid w:val="006B233A"/>
    <w:rsid w:val="006B2BE3"/>
    <w:rsid w:val="006B30C0"/>
    <w:rsid w:val="006B35CF"/>
    <w:rsid w:val="006B3F2B"/>
    <w:rsid w:val="006B40C5"/>
    <w:rsid w:val="006B45BE"/>
    <w:rsid w:val="006B4605"/>
    <w:rsid w:val="006B4B96"/>
    <w:rsid w:val="006B4CEB"/>
    <w:rsid w:val="006B5943"/>
    <w:rsid w:val="006B6D3B"/>
    <w:rsid w:val="006B71BC"/>
    <w:rsid w:val="006C00E2"/>
    <w:rsid w:val="006C06D0"/>
    <w:rsid w:val="006C08B2"/>
    <w:rsid w:val="006C0DDB"/>
    <w:rsid w:val="006C11BF"/>
    <w:rsid w:val="006C1356"/>
    <w:rsid w:val="006C2247"/>
    <w:rsid w:val="006C2B8B"/>
    <w:rsid w:val="006C3662"/>
    <w:rsid w:val="006C4087"/>
    <w:rsid w:val="006C47D6"/>
    <w:rsid w:val="006C48F8"/>
    <w:rsid w:val="006C4E6F"/>
    <w:rsid w:val="006C5CCC"/>
    <w:rsid w:val="006C6BE4"/>
    <w:rsid w:val="006D1009"/>
    <w:rsid w:val="006D1235"/>
    <w:rsid w:val="006D1CF7"/>
    <w:rsid w:val="006D1D9D"/>
    <w:rsid w:val="006D1DC7"/>
    <w:rsid w:val="006D3488"/>
    <w:rsid w:val="006D35E7"/>
    <w:rsid w:val="006D4395"/>
    <w:rsid w:val="006D443F"/>
    <w:rsid w:val="006D4611"/>
    <w:rsid w:val="006D4B99"/>
    <w:rsid w:val="006D505D"/>
    <w:rsid w:val="006D643E"/>
    <w:rsid w:val="006D6936"/>
    <w:rsid w:val="006D695A"/>
    <w:rsid w:val="006D6FCE"/>
    <w:rsid w:val="006D743D"/>
    <w:rsid w:val="006D7799"/>
    <w:rsid w:val="006D7924"/>
    <w:rsid w:val="006D7A74"/>
    <w:rsid w:val="006E033C"/>
    <w:rsid w:val="006E0BF1"/>
    <w:rsid w:val="006E0CB2"/>
    <w:rsid w:val="006E2FD6"/>
    <w:rsid w:val="006E38BB"/>
    <w:rsid w:val="006E38DA"/>
    <w:rsid w:val="006E4826"/>
    <w:rsid w:val="006E4941"/>
    <w:rsid w:val="006E5001"/>
    <w:rsid w:val="006E5076"/>
    <w:rsid w:val="006E55E7"/>
    <w:rsid w:val="006E56DE"/>
    <w:rsid w:val="006E5FA5"/>
    <w:rsid w:val="006E60D1"/>
    <w:rsid w:val="006E68CD"/>
    <w:rsid w:val="006E692B"/>
    <w:rsid w:val="006E6D1A"/>
    <w:rsid w:val="006E6F02"/>
    <w:rsid w:val="006E77E9"/>
    <w:rsid w:val="006F0C7A"/>
    <w:rsid w:val="006F0F92"/>
    <w:rsid w:val="006F14C2"/>
    <w:rsid w:val="006F15C8"/>
    <w:rsid w:val="006F1A29"/>
    <w:rsid w:val="006F1FFA"/>
    <w:rsid w:val="006F220F"/>
    <w:rsid w:val="006F2C0D"/>
    <w:rsid w:val="006F45AB"/>
    <w:rsid w:val="006F4939"/>
    <w:rsid w:val="006F4D23"/>
    <w:rsid w:val="006F5343"/>
    <w:rsid w:val="006F5DCB"/>
    <w:rsid w:val="006F618E"/>
    <w:rsid w:val="006F6A78"/>
    <w:rsid w:val="006F7733"/>
    <w:rsid w:val="006F7BB3"/>
    <w:rsid w:val="007002BD"/>
    <w:rsid w:val="00700A82"/>
    <w:rsid w:val="00700AE0"/>
    <w:rsid w:val="00700E86"/>
    <w:rsid w:val="00700F2C"/>
    <w:rsid w:val="0070111A"/>
    <w:rsid w:val="00701F60"/>
    <w:rsid w:val="00702EA5"/>
    <w:rsid w:val="00703293"/>
    <w:rsid w:val="0070374F"/>
    <w:rsid w:val="00703C91"/>
    <w:rsid w:val="0070479D"/>
    <w:rsid w:val="007049C9"/>
    <w:rsid w:val="007057D0"/>
    <w:rsid w:val="00705BB8"/>
    <w:rsid w:val="00706052"/>
    <w:rsid w:val="00706475"/>
    <w:rsid w:val="007066A7"/>
    <w:rsid w:val="00706DC6"/>
    <w:rsid w:val="0070753D"/>
    <w:rsid w:val="00707AA0"/>
    <w:rsid w:val="00707EA5"/>
    <w:rsid w:val="007108DD"/>
    <w:rsid w:val="0071197B"/>
    <w:rsid w:val="00712BA9"/>
    <w:rsid w:val="00713DA6"/>
    <w:rsid w:val="0071436F"/>
    <w:rsid w:val="00714382"/>
    <w:rsid w:val="007143A5"/>
    <w:rsid w:val="00714409"/>
    <w:rsid w:val="00714D98"/>
    <w:rsid w:val="00715524"/>
    <w:rsid w:val="00715FA3"/>
    <w:rsid w:val="0071627B"/>
    <w:rsid w:val="00716BEC"/>
    <w:rsid w:val="0072005A"/>
    <w:rsid w:val="00721379"/>
    <w:rsid w:val="0072294A"/>
    <w:rsid w:val="00722CD1"/>
    <w:rsid w:val="007237B2"/>
    <w:rsid w:val="0072438A"/>
    <w:rsid w:val="00724597"/>
    <w:rsid w:val="00724BAB"/>
    <w:rsid w:val="00724DD5"/>
    <w:rsid w:val="00725418"/>
    <w:rsid w:val="007256A0"/>
    <w:rsid w:val="00726006"/>
    <w:rsid w:val="00726926"/>
    <w:rsid w:val="0072692B"/>
    <w:rsid w:val="00726D2F"/>
    <w:rsid w:val="007270EF"/>
    <w:rsid w:val="00727471"/>
    <w:rsid w:val="00727AE6"/>
    <w:rsid w:val="007306C1"/>
    <w:rsid w:val="00731831"/>
    <w:rsid w:val="00731BC8"/>
    <w:rsid w:val="007322E4"/>
    <w:rsid w:val="0073245C"/>
    <w:rsid w:val="007329E6"/>
    <w:rsid w:val="00732B38"/>
    <w:rsid w:val="00732E3E"/>
    <w:rsid w:val="00732EB1"/>
    <w:rsid w:val="007333BD"/>
    <w:rsid w:val="0073432B"/>
    <w:rsid w:val="00734A86"/>
    <w:rsid w:val="00734BCD"/>
    <w:rsid w:val="007352D9"/>
    <w:rsid w:val="007359E4"/>
    <w:rsid w:val="00735ABE"/>
    <w:rsid w:val="00735AF1"/>
    <w:rsid w:val="0073626E"/>
    <w:rsid w:val="007362D7"/>
    <w:rsid w:val="00736989"/>
    <w:rsid w:val="00736F81"/>
    <w:rsid w:val="00737B45"/>
    <w:rsid w:val="00737C5B"/>
    <w:rsid w:val="00740776"/>
    <w:rsid w:val="007407B5"/>
    <w:rsid w:val="00740AF7"/>
    <w:rsid w:val="00740EFF"/>
    <w:rsid w:val="007410AA"/>
    <w:rsid w:val="00741D74"/>
    <w:rsid w:val="00741F39"/>
    <w:rsid w:val="0074300E"/>
    <w:rsid w:val="00743199"/>
    <w:rsid w:val="00743671"/>
    <w:rsid w:val="007440FC"/>
    <w:rsid w:val="00744542"/>
    <w:rsid w:val="00745C42"/>
    <w:rsid w:val="00745E2F"/>
    <w:rsid w:val="007465B1"/>
    <w:rsid w:val="007470B4"/>
    <w:rsid w:val="007473B4"/>
    <w:rsid w:val="00750512"/>
    <w:rsid w:val="00750DF5"/>
    <w:rsid w:val="0075103C"/>
    <w:rsid w:val="00751689"/>
    <w:rsid w:val="00751A5D"/>
    <w:rsid w:val="00751C61"/>
    <w:rsid w:val="007531AE"/>
    <w:rsid w:val="007532F5"/>
    <w:rsid w:val="00753352"/>
    <w:rsid w:val="00754219"/>
    <w:rsid w:val="00754644"/>
    <w:rsid w:val="007548C9"/>
    <w:rsid w:val="00754A61"/>
    <w:rsid w:val="007550F5"/>
    <w:rsid w:val="00755483"/>
    <w:rsid w:val="007558AD"/>
    <w:rsid w:val="00755B17"/>
    <w:rsid w:val="00756768"/>
    <w:rsid w:val="00756BC7"/>
    <w:rsid w:val="00756C99"/>
    <w:rsid w:val="007570FF"/>
    <w:rsid w:val="0075719C"/>
    <w:rsid w:val="0075755C"/>
    <w:rsid w:val="00757A5A"/>
    <w:rsid w:val="00760518"/>
    <w:rsid w:val="007608AB"/>
    <w:rsid w:val="00761232"/>
    <w:rsid w:val="007615B6"/>
    <w:rsid w:val="0076235C"/>
    <w:rsid w:val="0076256B"/>
    <w:rsid w:val="00762C51"/>
    <w:rsid w:val="00762D60"/>
    <w:rsid w:val="00763347"/>
    <w:rsid w:val="007633B9"/>
    <w:rsid w:val="00763522"/>
    <w:rsid w:val="00763C31"/>
    <w:rsid w:val="00763E47"/>
    <w:rsid w:val="007643E5"/>
    <w:rsid w:val="0076441D"/>
    <w:rsid w:val="00764742"/>
    <w:rsid w:val="00765150"/>
    <w:rsid w:val="007667C8"/>
    <w:rsid w:val="0076728A"/>
    <w:rsid w:val="00767747"/>
    <w:rsid w:val="0077142F"/>
    <w:rsid w:val="007724B1"/>
    <w:rsid w:val="00773424"/>
    <w:rsid w:val="00774680"/>
    <w:rsid w:val="007756C0"/>
    <w:rsid w:val="00775A8B"/>
    <w:rsid w:val="00775B3B"/>
    <w:rsid w:val="00775D02"/>
    <w:rsid w:val="007774AC"/>
    <w:rsid w:val="0077793F"/>
    <w:rsid w:val="00781450"/>
    <w:rsid w:val="00782087"/>
    <w:rsid w:val="007822FB"/>
    <w:rsid w:val="00782427"/>
    <w:rsid w:val="007828B8"/>
    <w:rsid w:val="0078309F"/>
    <w:rsid w:val="00783936"/>
    <w:rsid w:val="00783C41"/>
    <w:rsid w:val="00783F8F"/>
    <w:rsid w:val="0078407E"/>
    <w:rsid w:val="007841D8"/>
    <w:rsid w:val="00784286"/>
    <w:rsid w:val="007842A6"/>
    <w:rsid w:val="00784C1A"/>
    <w:rsid w:val="00785018"/>
    <w:rsid w:val="0078522D"/>
    <w:rsid w:val="00785FD9"/>
    <w:rsid w:val="007861AB"/>
    <w:rsid w:val="0078717F"/>
    <w:rsid w:val="00787994"/>
    <w:rsid w:val="00790599"/>
    <w:rsid w:val="00790680"/>
    <w:rsid w:val="00790939"/>
    <w:rsid w:val="00790D2E"/>
    <w:rsid w:val="00791578"/>
    <w:rsid w:val="007915EA"/>
    <w:rsid w:val="00791701"/>
    <w:rsid w:val="0079188D"/>
    <w:rsid w:val="0079239D"/>
    <w:rsid w:val="0079255B"/>
    <w:rsid w:val="0079272E"/>
    <w:rsid w:val="00793C0E"/>
    <w:rsid w:val="00795DC8"/>
    <w:rsid w:val="00797152"/>
    <w:rsid w:val="0079726A"/>
    <w:rsid w:val="00797618"/>
    <w:rsid w:val="00797719"/>
    <w:rsid w:val="007A0444"/>
    <w:rsid w:val="007A058F"/>
    <w:rsid w:val="007A0811"/>
    <w:rsid w:val="007A11DF"/>
    <w:rsid w:val="007A14AA"/>
    <w:rsid w:val="007A1AA5"/>
    <w:rsid w:val="007A2FA7"/>
    <w:rsid w:val="007A3FD0"/>
    <w:rsid w:val="007A452A"/>
    <w:rsid w:val="007A4AAB"/>
    <w:rsid w:val="007A4C12"/>
    <w:rsid w:val="007A4D04"/>
    <w:rsid w:val="007A5D03"/>
    <w:rsid w:val="007A69E3"/>
    <w:rsid w:val="007A6C6B"/>
    <w:rsid w:val="007A6D72"/>
    <w:rsid w:val="007A6F20"/>
    <w:rsid w:val="007B1257"/>
    <w:rsid w:val="007B1E73"/>
    <w:rsid w:val="007B2003"/>
    <w:rsid w:val="007B2D83"/>
    <w:rsid w:val="007B3808"/>
    <w:rsid w:val="007B4721"/>
    <w:rsid w:val="007B5842"/>
    <w:rsid w:val="007B5FB6"/>
    <w:rsid w:val="007B681B"/>
    <w:rsid w:val="007B75A9"/>
    <w:rsid w:val="007C0397"/>
    <w:rsid w:val="007C04D9"/>
    <w:rsid w:val="007C0644"/>
    <w:rsid w:val="007C08F8"/>
    <w:rsid w:val="007C10FD"/>
    <w:rsid w:val="007C1AE7"/>
    <w:rsid w:val="007C1B49"/>
    <w:rsid w:val="007C1D80"/>
    <w:rsid w:val="007C2015"/>
    <w:rsid w:val="007C21B0"/>
    <w:rsid w:val="007C2AF2"/>
    <w:rsid w:val="007C2E33"/>
    <w:rsid w:val="007C32A3"/>
    <w:rsid w:val="007C49AD"/>
    <w:rsid w:val="007C61EC"/>
    <w:rsid w:val="007C633A"/>
    <w:rsid w:val="007C656C"/>
    <w:rsid w:val="007C6E36"/>
    <w:rsid w:val="007C7010"/>
    <w:rsid w:val="007C7659"/>
    <w:rsid w:val="007C77A8"/>
    <w:rsid w:val="007C7EA3"/>
    <w:rsid w:val="007D0979"/>
    <w:rsid w:val="007D0AC4"/>
    <w:rsid w:val="007D21DA"/>
    <w:rsid w:val="007D2AE4"/>
    <w:rsid w:val="007D3047"/>
    <w:rsid w:val="007D34EC"/>
    <w:rsid w:val="007D4196"/>
    <w:rsid w:val="007D55B4"/>
    <w:rsid w:val="007D56DB"/>
    <w:rsid w:val="007D5BE8"/>
    <w:rsid w:val="007D5DC4"/>
    <w:rsid w:val="007D6010"/>
    <w:rsid w:val="007D61AB"/>
    <w:rsid w:val="007D6ED5"/>
    <w:rsid w:val="007E06B4"/>
    <w:rsid w:val="007E0FB6"/>
    <w:rsid w:val="007E11A3"/>
    <w:rsid w:val="007E12FF"/>
    <w:rsid w:val="007E139F"/>
    <w:rsid w:val="007E23CA"/>
    <w:rsid w:val="007E2CD5"/>
    <w:rsid w:val="007E3597"/>
    <w:rsid w:val="007E4A47"/>
    <w:rsid w:val="007E5720"/>
    <w:rsid w:val="007E5E0C"/>
    <w:rsid w:val="007E6241"/>
    <w:rsid w:val="007E6AC8"/>
    <w:rsid w:val="007E7493"/>
    <w:rsid w:val="007E785F"/>
    <w:rsid w:val="007E7B60"/>
    <w:rsid w:val="007E7C71"/>
    <w:rsid w:val="007F09D7"/>
    <w:rsid w:val="007F0A0F"/>
    <w:rsid w:val="007F1077"/>
    <w:rsid w:val="007F13F7"/>
    <w:rsid w:val="007F25F8"/>
    <w:rsid w:val="007F28E0"/>
    <w:rsid w:val="007F299B"/>
    <w:rsid w:val="007F2F6A"/>
    <w:rsid w:val="007F327A"/>
    <w:rsid w:val="007F33E5"/>
    <w:rsid w:val="007F36EF"/>
    <w:rsid w:val="007F39C3"/>
    <w:rsid w:val="007F4C7C"/>
    <w:rsid w:val="007F4ECD"/>
    <w:rsid w:val="007F55A4"/>
    <w:rsid w:val="007F5D9B"/>
    <w:rsid w:val="007F643F"/>
    <w:rsid w:val="007F6467"/>
    <w:rsid w:val="007F6861"/>
    <w:rsid w:val="007F68AF"/>
    <w:rsid w:val="007F6CA3"/>
    <w:rsid w:val="007F7137"/>
    <w:rsid w:val="007F7179"/>
    <w:rsid w:val="00800F49"/>
    <w:rsid w:val="008027A5"/>
    <w:rsid w:val="00802E4D"/>
    <w:rsid w:val="00803492"/>
    <w:rsid w:val="008034A5"/>
    <w:rsid w:val="00804536"/>
    <w:rsid w:val="00804814"/>
    <w:rsid w:val="008056E8"/>
    <w:rsid w:val="00805A1B"/>
    <w:rsid w:val="00806FAF"/>
    <w:rsid w:val="0080719F"/>
    <w:rsid w:val="00807455"/>
    <w:rsid w:val="00807769"/>
    <w:rsid w:val="00807FC4"/>
    <w:rsid w:val="008103A0"/>
    <w:rsid w:val="008103EA"/>
    <w:rsid w:val="00812516"/>
    <w:rsid w:val="00812AF8"/>
    <w:rsid w:val="00812F4D"/>
    <w:rsid w:val="00813061"/>
    <w:rsid w:val="0081320C"/>
    <w:rsid w:val="00813BE5"/>
    <w:rsid w:val="008142EC"/>
    <w:rsid w:val="00814460"/>
    <w:rsid w:val="00814567"/>
    <w:rsid w:val="00814694"/>
    <w:rsid w:val="00814826"/>
    <w:rsid w:val="0081589F"/>
    <w:rsid w:val="0081617D"/>
    <w:rsid w:val="00816C3E"/>
    <w:rsid w:val="00817340"/>
    <w:rsid w:val="00817FAB"/>
    <w:rsid w:val="00820BDA"/>
    <w:rsid w:val="00820FBC"/>
    <w:rsid w:val="0082123A"/>
    <w:rsid w:val="0082246B"/>
    <w:rsid w:val="0082278B"/>
    <w:rsid w:val="0082321D"/>
    <w:rsid w:val="00823973"/>
    <w:rsid w:val="00823D84"/>
    <w:rsid w:val="00823E73"/>
    <w:rsid w:val="008241F5"/>
    <w:rsid w:val="00825E03"/>
    <w:rsid w:val="00826E91"/>
    <w:rsid w:val="008271E6"/>
    <w:rsid w:val="00827834"/>
    <w:rsid w:val="00827A15"/>
    <w:rsid w:val="00827E23"/>
    <w:rsid w:val="008303A7"/>
    <w:rsid w:val="00831157"/>
    <w:rsid w:val="00832263"/>
    <w:rsid w:val="0083290E"/>
    <w:rsid w:val="00832BF8"/>
    <w:rsid w:val="00832EA3"/>
    <w:rsid w:val="00832FBA"/>
    <w:rsid w:val="008331C9"/>
    <w:rsid w:val="0083377B"/>
    <w:rsid w:val="00834375"/>
    <w:rsid w:val="008344A2"/>
    <w:rsid w:val="00834831"/>
    <w:rsid w:val="00834C30"/>
    <w:rsid w:val="00834D03"/>
    <w:rsid w:val="00834D0C"/>
    <w:rsid w:val="00835378"/>
    <w:rsid w:val="008364E9"/>
    <w:rsid w:val="00837C46"/>
    <w:rsid w:val="0084075B"/>
    <w:rsid w:val="0084124C"/>
    <w:rsid w:val="0084127F"/>
    <w:rsid w:val="008431D2"/>
    <w:rsid w:val="00843230"/>
    <w:rsid w:val="008434C4"/>
    <w:rsid w:val="0084394D"/>
    <w:rsid w:val="0084435D"/>
    <w:rsid w:val="00844745"/>
    <w:rsid w:val="008447C2"/>
    <w:rsid w:val="008450AC"/>
    <w:rsid w:val="00845842"/>
    <w:rsid w:val="008459E3"/>
    <w:rsid w:val="00845A53"/>
    <w:rsid w:val="00845D79"/>
    <w:rsid w:val="008462CF"/>
    <w:rsid w:val="0084680F"/>
    <w:rsid w:val="00847162"/>
    <w:rsid w:val="00847492"/>
    <w:rsid w:val="00847AA3"/>
    <w:rsid w:val="00847FB6"/>
    <w:rsid w:val="0085057C"/>
    <w:rsid w:val="008509E8"/>
    <w:rsid w:val="00850C3C"/>
    <w:rsid w:val="00850D36"/>
    <w:rsid w:val="008518CB"/>
    <w:rsid w:val="00851986"/>
    <w:rsid w:val="008527AA"/>
    <w:rsid w:val="008529A5"/>
    <w:rsid w:val="00852F3F"/>
    <w:rsid w:val="008538F4"/>
    <w:rsid w:val="00853931"/>
    <w:rsid w:val="00854ABB"/>
    <w:rsid w:val="00855371"/>
    <w:rsid w:val="00856A72"/>
    <w:rsid w:val="008576D0"/>
    <w:rsid w:val="00860883"/>
    <w:rsid w:val="00860B5C"/>
    <w:rsid w:val="00861C48"/>
    <w:rsid w:val="00862850"/>
    <w:rsid w:val="00862AD1"/>
    <w:rsid w:val="00863061"/>
    <w:rsid w:val="00863310"/>
    <w:rsid w:val="00863CD0"/>
    <w:rsid w:val="00864923"/>
    <w:rsid w:val="008649C8"/>
    <w:rsid w:val="00864C6A"/>
    <w:rsid w:val="00864F3E"/>
    <w:rsid w:val="00864F40"/>
    <w:rsid w:val="00865598"/>
    <w:rsid w:val="0086569B"/>
    <w:rsid w:val="00865863"/>
    <w:rsid w:val="00865886"/>
    <w:rsid w:val="00866537"/>
    <w:rsid w:val="008670A5"/>
    <w:rsid w:val="00867BD3"/>
    <w:rsid w:val="00867CDC"/>
    <w:rsid w:val="008707FC"/>
    <w:rsid w:val="0087105A"/>
    <w:rsid w:val="008713B8"/>
    <w:rsid w:val="008714B6"/>
    <w:rsid w:val="00871CBC"/>
    <w:rsid w:val="008722E4"/>
    <w:rsid w:val="008723A2"/>
    <w:rsid w:val="00872D5D"/>
    <w:rsid w:val="008737C6"/>
    <w:rsid w:val="0087419D"/>
    <w:rsid w:val="00874C38"/>
    <w:rsid w:val="00874F5F"/>
    <w:rsid w:val="0087544B"/>
    <w:rsid w:val="008760B1"/>
    <w:rsid w:val="0087627C"/>
    <w:rsid w:val="00876FB0"/>
    <w:rsid w:val="00880B2A"/>
    <w:rsid w:val="0088134C"/>
    <w:rsid w:val="008813F6"/>
    <w:rsid w:val="008815FB"/>
    <w:rsid w:val="008819F5"/>
    <w:rsid w:val="00882512"/>
    <w:rsid w:val="00883D1F"/>
    <w:rsid w:val="00884A12"/>
    <w:rsid w:val="00884CCD"/>
    <w:rsid w:val="00884EEF"/>
    <w:rsid w:val="00885C74"/>
    <w:rsid w:val="008867E2"/>
    <w:rsid w:val="00886E77"/>
    <w:rsid w:val="00887765"/>
    <w:rsid w:val="00891497"/>
    <w:rsid w:val="008918D1"/>
    <w:rsid w:val="00891B79"/>
    <w:rsid w:val="0089222E"/>
    <w:rsid w:val="008923D6"/>
    <w:rsid w:val="00892469"/>
    <w:rsid w:val="00892746"/>
    <w:rsid w:val="008930E4"/>
    <w:rsid w:val="00894164"/>
    <w:rsid w:val="00894994"/>
    <w:rsid w:val="008950B4"/>
    <w:rsid w:val="008953AC"/>
    <w:rsid w:val="00895CAF"/>
    <w:rsid w:val="008960EE"/>
    <w:rsid w:val="00896323"/>
    <w:rsid w:val="00897073"/>
    <w:rsid w:val="008A0017"/>
    <w:rsid w:val="008A1174"/>
    <w:rsid w:val="008A198C"/>
    <w:rsid w:val="008A1F2C"/>
    <w:rsid w:val="008A2169"/>
    <w:rsid w:val="008A229D"/>
    <w:rsid w:val="008A3061"/>
    <w:rsid w:val="008A3247"/>
    <w:rsid w:val="008A3E94"/>
    <w:rsid w:val="008A4DA7"/>
    <w:rsid w:val="008A4DE6"/>
    <w:rsid w:val="008A5A0A"/>
    <w:rsid w:val="008A6025"/>
    <w:rsid w:val="008A6040"/>
    <w:rsid w:val="008A6F8C"/>
    <w:rsid w:val="008A7685"/>
    <w:rsid w:val="008A788A"/>
    <w:rsid w:val="008A7DE8"/>
    <w:rsid w:val="008B00D2"/>
    <w:rsid w:val="008B0445"/>
    <w:rsid w:val="008B0519"/>
    <w:rsid w:val="008B05DA"/>
    <w:rsid w:val="008B10A2"/>
    <w:rsid w:val="008B20D0"/>
    <w:rsid w:val="008B2549"/>
    <w:rsid w:val="008B2625"/>
    <w:rsid w:val="008B275B"/>
    <w:rsid w:val="008B2A90"/>
    <w:rsid w:val="008B2E4B"/>
    <w:rsid w:val="008B3118"/>
    <w:rsid w:val="008B3708"/>
    <w:rsid w:val="008B397C"/>
    <w:rsid w:val="008B3EC5"/>
    <w:rsid w:val="008B4E41"/>
    <w:rsid w:val="008B4F5B"/>
    <w:rsid w:val="008B5428"/>
    <w:rsid w:val="008B5784"/>
    <w:rsid w:val="008B5904"/>
    <w:rsid w:val="008B5BE9"/>
    <w:rsid w:val="008B68B5"/>
    <w:rsid w:val="008B7DE1"/>
    <w:rsid w:val="008C02BE"/>
    <w:rsid w:val="008C060B"/>
    <w:rsid w:val="008C1204"/>
    <w:rsid w:val="008C270D"/>
    <w:rsid w:val="008C33AC"/>
    <w:rsid w:val="008C341D"/>
    <w:rsid w:val="008C3614"/>
    <w:rsid w:val="008C44E4"/>
    <w:rsid w:val="008C45EF"/>
    <w:rsid w:val="008C6C58"/>
    <w:rsid w:val="008C7AAB"/>
    <w:rsid w:val="008C7D81"/>
    <w:rsid w:val="008D094B"/>
    <w:rsid w:val="008D09B1"/>
    <w:rsid w:val="008D11DD"/>
    <w:rsid w:val="008D190D"/>
    <w:rsid w:val="008D1B50"/>
    <w:rsid w:val="008D265A"/>
    <w:rsid w:val="008D297A"/>
    <w:rsid w:val="008D2B67"/>
    <w:rsid w:val="008D311E"/>
    <w:rsid w:val="008D39F2"/>
    <w:rsid w:val="008D5328"/>
    <w:rsid w:val="008D5CB8"/>
    <w:rsid w:val="008D5F83"/>
    <w:rsid w:val="008D6703"/>
    <w:rsid w:val="008D7194"/>
    <w:rsid w:val="008D79A4"/>
    <w:rsid w:val="008E0BA1"/>
    <w:rsid w:val="008E0E17"/>
    <w:rsid w:val="008E11D6"/>
    <w:rsid w:val="008E1634"/>
    <w:rsid w:val="008E2BCF"/>
    <w:rsid w:val="008E2DC6"/>
    <w:rsid w:val="008E3649"/>
    <w:rsid w:val="008E372C"/>
    <w:rsid w:val="008E3CE2"/>
    <w:rsid w:val="008E46E9"/>
    <w:rsid w:val="008E483A"/>
    <w:rsid w:val="008E538B"/>
    <w:rsid w:val="008E6FE4"/>
    <w:rsid w:val="008E79C4"/>
    <w:rsid w:val="008E7DBB"/>
    <w:rsid w:val="008E7FF4"/>
    <w:rsid w:val="008F00D1"/>
    <w:rsid w:val="008F039E"/>
    <w:rsid w:val="008F189D"/>
    <w:rsid w:val="008F1A16"/>
    <w:rsid w:val="008F1DEF"/>
    <w:rsid w:val="008F1DF0"/>
    <w:rsid w:val="008F28C1"/>
    <w:rsid w:val="008F2DE6"/>
    <w:rsid w:val="008F3477"/>
    <w:rsid w:val="008F4714"/>
    <w:rsid w:val="008F4985"/>
    <w:rsid w:val="008F4E86"/>
    <w:rsid w:val="008F75E8"/>
    <w:rsid w:val="008F7957"/>
    <w:rsid w:val="0090022F"/>
    <w:rsid w:val="009009D5"/>
    <w:rsid w:val="00900E69"/>
    <w:rsid w:val="00901302"/>
    <w:rsid w:val="00902736"/>
    <w:rsid w:val="00902F2F"/>
    <w:rsid w:val="009037A7"/>
    <w:rsid w:val="009039CC"/>
    <w:rsid w:val="00903A13"/>
    <w:rsid w:val="0090413E"/>
    <w:rsid w:val="009042C4"/>
    <w:rsid w:val="00904A01"/>
    <w:rsid w:val="0090578B"/>
    <w:rsid w:val="00906A92"/>
    <w:rsid w:val="00906BEA"/>
    <w:rsid w:val="00906D33"/>
    <w:rsid w:val="00907018"/>
    <w:rsid w:val="0090781E"/>
    <w:rsid w:val="009103C8"/>
    <w:rsid w:val="009107EE"/>
    <w:rsid w:val="00911222"/>
    <w:rsid w:val="00911271"/>
    <w:rsid w:val="00911D40"/>
    <w:rsid w:val="00912732"/>
    <w:rsid w:val="00912CC0"/>
    <w:rsid w:val="00912F1E"/>
    <w:rsid w:val="00913ACB"/>
    <w:rsid w:val="009147E4"/>
    <w:rsid w:val="00914BDA"/>
    <w:rsid w:val="00914DAA"/>
    <w:rsid w:val="00914E4B"/>
    <w:rsid w:val="00914F7F"/>
    <w:rsid w:val="00915087"/>
    <w:rsid w:val="009154F0"/>
    <w:rsid w:val="009154F9"/>
    <w:rsid w:val="00915FFB"/>
    <w:rsid w:val="00916442"/>
    <w:rsid w:val="00916FC0"/>
    <w:rsid w:val="00917627"/>
    <w:rsid w:val="00917B31"/>
    <w:rsid w:val="00917EC8"/>
    <w:rsid w:val="009209C2"/>
    <w:rsid w:val="00921429"/>
    <w:rsid w:val="009218D6"/>
    <w:rsid w:val="00921A5C"/>
    <w:rsid w:val="00921AD0"/>
    <w:rsid w:val="00922170"/>
    <w:rsid w:val="0092343A"/>
    <w:rsid w:val="0092396A"/>
    <w:rsid w:val="009243D6"/>
    <w:rsid w:val="0092466F"/>
    <w:rsid w:val="0092481A"/>
    <w:rsid w:val="00925023"/>
    <w:rsid w:val="00926050"/>
    <w:rsid w:val="009273E8"/>
    <w:rsid w:val="00927B4D"/>
    <w:rsid w:val="00930042"/>
    <w:rsid w:val="00930514"/>
    <w:rsid w:val="00930914"/>
    <w:rsid w:val="0093097F"/>
    <w:rsid w:val="009310C7"/>
    <w:rsid w:val="009315C2"/>
    <w:rsid w:val="009319BC"/>
    <w:rsid w:val="00931B5C"/>
    <w:rsid w:val="00931DE5"/>
    <w:rsid w:val="00934816"/>
    <w:rsid w:val="009349EE"/>
    <w:rsid w:val="0093503C"/>
    <w:rsid w:val="009364DC"/>
    <w:rsid w:val="0093671F"/>
    <w:rsid w:val="00936801"/>
    <w:rsid w:val="00936B6B"/>
    <w:rsid w:val="00936BD5"/>
    <w:rsid w:val="00936D52"/>
    <w:rsid w:val="00937F0C"/>
    <w:rsid w:val="00941477"/>
    <w:rsid w:val="00941873"/>
    <w:rsid w:val="00941938"/>
    <w:rsid w:val="00941E40"/>
    <w:rsid w:val="009420BB"/>
    <w:rsid w:val="00942314"/>
    <w:rsid w:val="00943572"/>
    <w:rsid w:val="009447A5"/>
    <w:rsid w:val="00944A64"/>
    <w:rsid w:val="00944BAD"/>
    <w:rsid w:val="00944BE0"/>
    <w:rsid w:val="00944DE9"/>
    <w:rsid w:val="00946234"/>
    <w:rsid w:val="009464E4"/>
    <w:rsid w:val="00946D73"/>
    <w:rsid w:val="00947BC7"/>
    <w:rsid w:val="00950355"/>
    <w:rsid w:val="00950685"/>
    <w:rsid w:val="00952E50"/>
    <w:rsid w:val="00953AA8"/>
    <w:rsid w:val="00953B12"/>
    <w:rsid w:val="00953D1D"/>
    <w:rsid w:val="00954122"/>
    <w:rsid w:val="009542B0"/>
    <w:rsid w:val="009546B0"/>
    <w:rsid w:val="009548D8"/>
    <w:rsid w:val="00955844"/>
    <w:rsid w:val="00955B52"/>
    <w:rsid w:val="00955CC7"/>
    <w:rsid w:val="00956258"/>
    <w:rsid w:val="0095706C"/>
    <w:rsid w:val="009572E7"/>
    <w:rsid w:val="00960418"/>
    <w:rsid w:val="009606A5"/>
    <w:rsid w:val="009612D8"/>
    <w:rsid w:val="0096158C"/>
    <w:rsid w:val="00961625"/>
    <w:rsid w:val="0096219B"/>
    <w:rsid w:val="009634B7"/>
    <w:rsid w:val="00963987"/>
    <w:rsid w:val="00964D23"/>
    <w:rsid w:val="00965095"/>
    <w:rsid w:val="0096535F"/>
    <w:rsid w:val="00965F64"/>
    <w:rsid w:val="00966262"/>
    <w:rsid w:val="00967336"/>
    <w:rsid w:val="0096766D"/>
    <w:rsid w:val="00967B2A"/>
    <w:rsid w:val="00967C2D"/>
    <w:rsid w:val="009707D8"/>
    <w:rsid w:val="00971481"/>
    <w:rsid w:val="00971C9B"/>
    <w:rsid w:val="00972967"/>
    <w:rsid w:val="009739BA"/>
    <w:rsid w:val="00973EA6"/>
    <w:rsid w:val="009740A2"/>
    <w:rsid w:val="009745A5"/>
    <w:rsid w:val="0097505A"/>
    <w:rsid w:val="00975B32"/>
    <w:rsid w:val="009761D8"/>
    <w:rsid w:val="00976879"/>
    <w:rsid w:val="0097694E"/>
    <w:rsid w:val="00976F1D"/>
    <w:rsid w:val="00977169"/>
    <w:rsid w:val="00977786"/>
    <w:rsid w:val="00977C0B"/>
    <w:rsid w:val="00977FFB"/>
    <w:rsid w:val="009801CD"/>
    <w:rsid w:val="00980691"/>
    <w:rsid w:val="00980B90"/>
    <w:rsid w:val="0098103F"/>
    <w:rsid w:val="009811D6"/>
    <w:rsid w:val="00982CA0"/>
    <w:rsid w:val="00982F3C"/>
    <w:rsid w:val="00983713"/>
    <w:rsid w:val="009837C4"/>
    <w:rsid w:val="00983D28"/>
    <w:rsid w:val="00983F82"/>
    <w:rsid w:val="009842CF"/>
    <w:rsid w:val="009844EC"/>
    <w:rsid w:val="00984666"/>
    <w:rsid w:val="009850B3"/>
    <w:rsid w:val="00985A7B"/>
    <w:rsid w:val="00985AAA"/>
    <w:rsid w:val="00985D1B"/>
    <w:rsid w:val="00986AAE"/>
    <w:rsid w:val="00987128"/>
    <w:rsid w:val="009875CF"/>
    <w:rsid w:val="009877C1"/>
    <w:rsid w:val="0098798E"/>
    <w:rsid w:val="00990CCA"/>
    <w:rsid w:val="00990FE3"/>
    <w:rsid w:val="009911B0"/>
    <w:rsid w:val="0099152D"/>
    <w:rsid w:val="0099182F"/>
    <w:rsid w:val="009922E0"/>
    <w:rsid w:val="009923C7"/>
    <w:rsid w:val="0099357B"/>
    <w:rsid w:val="00993EF0"/>
    <w:rsid w:val="00994EB9"/>
    <w:rsid w:val="00995424"/>
    <w:rsid w:val="00995997"/>
    <w:rsid w:val="00995EC0"/>
    <w:rsid w:val="00996820"/>
    <w:rsid w:val="00996B2F"/>
    <w:rsid w:val="00996F38"/>
    <w:rsid w:val="009973F1"/>
    <w:rsid w:val="009977FA"/>
    <w:rsid w:val="009978B0"/>
    <w:rsid w:val="009A04EB"/>
    <w:rsid w:val="009A066A"/>
    <w:rsid w:val="009A10AF"/>
    <w:rsid w:val="009A1807"/>
    <w:rsid w:val="009A1820"/>
    <w:rsid w:val="009A1965"/>
    <w:rsid w:val="009A4ACF"/>
    <w:rsid w:val="009A4E44"/>
    <w:rsid w:val="009A554F"/>
    <w:rsid w:val="009A5783"/>
    <w:rsid w:val="009A580E"/>
    <w:rsid w:val="009A5BCC"/>
    <w:rsid w:val="009A7013"/>
    <w:rsid w:val="009A74BF"/>
    <w:rsid w:val="009B00AA"/>
    <w:rsid w:val="009B0DC0"/>
    <w:rsid w:val="009B1471"/>
    <w:rsid w:val="009B1B5A"/>
    <w:rsid w:val="009B1D93"/>
    <w:rsid w:val="009B1F92"/>
    <w:rsid w:val="009B324F"/>
    <w:rsid w:val="009B338D"/>
    <w:rsid w:val="009B3491"/>
    <w:rsid w:val="009B3930"/>
    <w:rsid w:val="009B4363"/>
    <w:rsid w:val="009B4D3C"/>
    <w:rsid w:val="009B5080"/>
    <w:rsid w:val="009B514B"/>
    <w:rsid w:val="009B5F23"/>
    <w:rsid w:val="009B68F3"/>
    <w:rsid w:val="009B6C03"/>
    <w:rsid w:val="009B7559"/>
    <w:rsid w:val="009B7FE5"/>
    <w:rsid w:val="009C02AB"/>
    <w:rsid w:val="009C0DD6"/>
    <w:rsid w:val="009C1C9C"/>
    <w:rsid w:val="009C2010"/>
    <w:rsid w:val="009C208E"/>
    <w:rsid w:val="009C27DC"/>
    <w:rsid w:val="009C2B16"/>
    <w:rsid w:val="009C31EF"/>
    <w:rsid w:val="009C3A3B"/>
    <w:rsid w:val="009C3DAC"/>
    <w:rsid w:val="009C3FEC"/>
    <w:rsid w:val="009C441C"/>
    <w:rsid w:val="009C503F"/>
    <w:rsid w:val="009C52DF"/>
    <w:rsid w:val="009C5C5D"/>
    <w:rsid w:val="009C5FFA"/>
    <w:rsid w:val="009C6748"/>
    <w:rsid w:val="009C69EC"/>
    <w:rsid w:val="009C7948"/>
    <w:rsid w:val="009C7B9F"/>
    <w:rsid w:val="009D0CE5"/>
    <w:rsid w:val="009D10B3"/>
    <w:rsid w:val="009D141F"/>
    <w:rsid w:val="009D1936"/>
    <w:rsid w:val="009D242D"/>
    <w:rsid w:val="009D248C"/>
    <w:rsid w:val="009D41E2"/>
    <w:rsid w:val="009D43F6"/>
    <w:rsid w:val="009D444D"/>
    <w:rsid w:val="009D4C5B"/>
    <w:rsid w:val="009D4E0E"/>
    <w:rsid w:val="009D59B5"/>
    <w:rsid w:val="009D5D89"/>
    <w:rsid w:val="009D60DF"/>
    <w:rsid w:val="009D6FBA"/>
    <w:rsid w:val="009D739E"/>
    <w:rsid w:val="009D7596"/>
    <w:rsid w:val="009D7CE4"/>
    <w:rsid w:val="009D7F8E"/>
    <w:rsid w:val="009E0897"/>
    <w:rsid w:val="009E1180"/>
    <w:rsid w:val="009E11D7"/>
    <w:rsid w:val="009E207D"/>
    <w:rsid w:val="009E20C1"/>
    <w:rsid w:val="009E2418"/>
    <w:rsid w:val="009E26EF"/>
    <w:rsid w:val="009E2922"/>
    <w:rsid w:val="009E43DF"/>
    <w:rsid w:val="009E48A7"/>
    <w:rsid w:val="009E4FE5"/>
    <w:rsid w:val="009E544A"/>
    <w:rsid w:val="009E5708"/>
    <w:rsid w:val="009E5E7E"/>
    <w:rsid w:val="009E6585"/>
    <w:rsid w:val="009E66EF"/>
    <w:rsid w:val="009E6C5C"/>
    <w:rsid w:val="009E72D0"/>
    <w:rsid w:val="009F0822"/>
    <w:rsid w:val="009F0B2F"/>
    <w:rsid w:val="009F0BE7"/>
    <w:rsid w:val="009F1165"/>
    <w:rsid w:val="009F1B9A"/>
    <w:rsid w:val="009F2164"/>
    <w:rsid w:val="009F2274"/>
    <w:rsid w:val="009F2BCE"/>
    <w:rsid w:val="009F2BDD"/>
    <w:rsid w:val="009F310D"/>
    <w:rsid w:val="009F376F"/>
    <w:rsid w:val="009F403C"/>
    <w:rsid w:val="009F4090"/>
    <w:rsid w:val="009F5CF2"/>
    <w:rsid w:val="009F6F77"/>
    <w:rsid w:val="009F7D32"/>
    <w:rsid w:val="009F7FE0"/>
    <w:rsid w:val="00A01170"/>
    <w:rsid w:val="00A01E33"/>
    <w:rsid w:val="00A022D8"/>
    <w:rsid w:val="00A0233D"/>
    <w:rsid w:val="00A026BC"/>
    <w:rsid w:val="00A0291E"/>
    <w:rsid w:val="00A02936"/>
    <w:rsid w:val="00A029FA"/>
    <w:rsid w:val="00A02C18"/>
    <w:rsid w:val="00A03303"/>
    <w:rsid w:val="00A033B1"/>
    <w:rsid w:val="00A043A2"/>
    <w:rsid w:val="00A051B9"/>
    <w:rsid w:val="00A05430"/>
    <w:rsid w:val="00A05ED0"/>
    <w:rsid w:val="00A060B5"/>
    <w:rsid w:val="00A06127"/>
    <w:rsid w:val="00A071EC"/>
    <w:rsid w:val="00A07C19"/>
    <w:rsid w:val="00A10C82"/>
    <w:rsid w:val="00A11320"/>
    <w:rsid w:val="00A1183A"/>
    <w:rsid w:val="00A1187C"/>
    <w:rsid w:val="00A12A25"/>
    <w:rsid w:val="00A14A5C"/>
    <w:rsid w:val="00A14B90"/>
    <w:rsid w:val="00A15074"/>
    <w:rsid w:val="00A150E3"/>
    <w:rsid w:val="00A15D08"/>
    <w:rsid w:val="00A16222"/>
    <w:rsid w:val="00A166ED"/>
    <w:rsid w:val="00A17846"/>
    <w:rsid w:val="00A179E8"/>
    <w:rsid w:val="00A17A4B"/>
    <w:rsid w:val="00A17E69"/>
    <w:rsid w:val="00A20261"/>
    <w:rsid w:val="00A2079D"/>
    <w:rsid w:val="00A20825"/>
    <w:rsid w:val="00A21290"/>
    <w:rsid w:val="00A218F7"/>
    <w:rsid w:val="00A221F1"/>
    <w:rsid w:val="00A22492"/>
    <w:rsid w:val="00A22CA4"/>
    <w:rsid w:val="00A22EB0"/>
    <w:rsid w:val="00A24327"/>
    <w:rsid w:val="00A244F1"/>
    <w:rsid w:val="00A24BCA"/>
    <w:rsid w:val="00A24F7D"/>
    <w:rsid w:val="00A251EF"/>
    <w:rsid w:val="00A255B9"/>
    <w:rsid w:val="00A25871"/>
    <w:rsid w:val="00A2596D"/>
    <w:rsid w:val="00A25BFA"/>
    <w:rsid w:val="00A268C7"/>
    <w:rsid w:val="00A30128"/>
    <w:rsid w:val="00A30C2B"/>
    <w:rsid w:val="00A3181A"/>
    <w:rsid w:val="00A31B31"/>
    <w:rsid w:val="00A31BF7"/>
    <w:rsid w:val="00A31D9D"/>
    <w:rsid w:val="00A31DE5"/>
    <w:rsid w:val="00A320BE"/>
    <w:rsid w:val="00A323A0"/>
    <w:rsid w:val="00A324D4"/>
    <w:rsid w:val="00A3335E"/>
    <w:rsid w:val="00A33ECB"/>
    <w:rsid w:val="00A356E5"/>
    <w:rsid w:val="00A37886"/>
    <w:rsid w:val="00A37947"/>
    <w:rsid w:val="00A37C31"/>
    <w:rsid w:val="00A402D3"/>
    <w:rsid w:val="00A40C2C"/>
    <w:rsid w:val="00A41EA5"/>
    <w:rsid w:val="00A420BC"/>
    <w:rsid w:val="00A42C7D"/>
    <w:rsid w:val="00A43137"/>
    <w:rsid w:val="00A431BA"/>
    <w:rsid w:val="00A43437"/>
    <w:rsid w:val="00A43B67"/>
    <w:rsid w:val="00A4482E"/>
    <w:rsid w:val="00A44C86"/>
    <w:rsid w:val="00A45F2E"/>
    <w:rsid w:val="00A46196"/>
    <w:rsid w:val="00A4644D"/>
    <w:rsid w:val="00A464DE"/>
    <w:rsid w:val="00A46F52"/>
    <w:rsid w:val="00A473AD"/>
    <w:rsid w:val="00A47DD9"/>
    <w:rsid w:val="00A500B9"/>
    <w:rsid w:val="00A50DCB"/>
    <w:rsid w:val="00A50E1D"/>
    <w:rsid w:val="00A50F9D"/>
    <w:rsid w:val="00A51AFE"/>
    <w:rsid w:val="00A51EEA"/>
    <w:rsid w:val="00A52197"/>
    <w:rsid w:val="00A52450"/>
    <w:rsid w:val="00A52A1A"/>
    <w:rsid w:val="00A530A5"/>
    <w:rsid w:val="00A53188"/>
    <w:rsid w:val="00A539D7"/>
    <w:rsid w:val="00A53DDA"/>
    <w:rsid w:val="00A55E0E"/>
    <w:rsid w:val="00A5638D"/>
    <w:rsid w:val="00A5713B"/>
    <w:rsid w:val="00A5733C"/>
    <w:rsid w:val="00A5761F"/>
    <w:rsid w:val="00A576A1"/>
    <w:rsid w:val="00A57AEE"/>
    <w:rsid w:val="00A60C7D"/>
    <w:rsid w:val="00A61035"/>
    <w:rsid w:val="00A61372"/>
    <w:rsid w:val="00A61609"/>
    <w:rsid w:val="00A63054"/>
    <w:rsid w:val="00A634A3"/>
    <w:rsid w:val="00A63BD0"/>
    <w:rsid w:val="00A63CD4"/>
    <w:rsid w:val="00A63E6C"/>
    <w:rsid w:val="00A64E17"/>
    <w:rsid w:val="00A64F56"/>
    <w:rsid w:val="00A65619"/>
    <w:rsid w:val="00A65CC1"/>
    <w:rsid w:val="00A65DE0"/>
    <w:rsid w:val="00A6645D"/>
    <w:rsid w:val="00A66AB8"/>
    <w:rsid w:val="00A66AC1"/>
    <w:rsid w:val="00A66BCE"/>
    <w:rsid w:val="00A6753B"/>
    <w:rsid w:val="00A67EAA"/>
    <w:rsid w:val="00A7025F"/>
    <w:rsid w:val="00A70F3B"/>
    <w:rsid w:val="00A713AA"/>
    <w:rsid w:val="00A71731"/>
    <w:rsid w:val="00A72471"/>
    <w:rsid w:val="00A7251A"/>
    <w:rsid w:val="00A73321"/>
    <w:rsid w:val="00A740C8"/>
    <w:rsid w:val="00A7455F"/>
    <w:rsid w:val="00A75548"/>
    <w:rsid w:val="00A7560E"/>
    <w:rsid w:val="00A7573E"/>
    <w:rsid w:val="00A76066"/>
    <w:rsid w:val="00A763D8"/>
    <w:rsid w:val="00A76A16"/>
    <w:rsid w:val="00A76A71"/>
    <w:rsid w:val="00A77029"/>
    <w:rsid w:val="00A77064"/>
    <w:rsid w:val="00A77851"/>
    <w:rsid w:val="00A808EF"/>
    <w:rsid w:val="00A80AFE"/>
    <w:rsid w:val="00A80F82"/>
    <w:rsid w:val="00A810CC"/>
    <w:rsid w:val="00A81A6F"/>
    <w:rsid w:val="00A82144"/>
    <w:rsid w:val="00A82225"/>
    <w:rsid w:val="00A82DF7"/>
    <w:rsid w:val="00A831D2"/>
    <w:rsid w:val="00A83523"/>
    <w:rsid w:val="00A83758"/>
    <w:rsid w:val="00A83EBA"/>
    <w:rsid w:val="00A84162"/>
    <w:rsid w:val="00A84A40"/>
    <w:rsid w:val="00A85D9F"/>
    <w:rsid w:val="00A86093"/>
    <w:rsid w:val="00A86569"/>
    <w:rsid w:val="00A8684B"/>
    <w:rsid w:val="00A8688F"/>
    <w:rsid w:val="00A87787"/>
    <w:rsid w:val="00A87E17"/>
    <w:rsid w:val="00A90859"/>
    <w:rsid w:val="00A90DEA"/>
    <w:rsid w:val="00A911FD"/>
    <w:rsid w:val="00A914F9"/>
    <w:rsid w:val="00A92503"/>
    <w:rsid w:val="00A93D49"/>
    <w:rsid w:val="00A93FCB"/>
    <w:rsid w:val="00A93FE6"/>
    <w:rsid w:val="00A94DE6"/>
    <w:rsid w:val="00A95E7F"/>
    <w:rsid w:val="00A962A4"/>
    <w:rsid w:val="00A96AD8"/>
    <w:rsid w:val="00A97060"/>
    <w:rsid w:val="00A972A3"/>
    <w:rsid w:val="00A972AC"/>
    <w:rsid w:val="00A97B76"/>
    <w:rsid w:val="00AA1159"/>
    <w:rsid w:val="00AA1997"/>
    <w:rsid w:val="00AA1A80"/>
    <w:rsid w:val="00AA1FD1"/>
    <w:rsid w:val="00AA2009"/>
    <w:rsid w:val="00AA2564"/>
    <w:rsid w:val="00AA2B07"/>
    <w:rsid w:val="00AA34B8"/>
    <w:rsid w:val="00AA369B"/>
    <w:rsid w:val="00AA4084"/>
    <w:rsid w:val="00AA44E5"/>
    <w:rsid w:val="00AA6053"/>
    <w:rsid w:val="00AA7FC2"/>
    <w:rsid w:val="00AB0787"/>
    <w:rsid w:val="00AB0F3E"/>
    <w:rsid w:val="00AB18C4"/>
    <w:rsid w:val="00AB1BD2"/>
    <w:rsid w:val="00AB1C83"/>
    <w:rsid w:val="00AB1D3E"/>
    <w:rsid w:val="00AB251D"/>
    <w:rsid w:val="00AB2C9B"/>
    <w:rsid w:val="00AB30FB"/>
    <w:rsid w:val="00AB39A1"/>
    <w:rsid w:val="00AB39A4"/>
    <w:rsid w:val="00AB3C4C"/>
    <w:rsid w:val="00AB41B2"/>
    <w:rsid w:val="00AB548B"/>
    <w:rsid w:val="00AB5ADE"/>
    <w:rsid w:val="00AB5BEF"/>
    <w:rsid w:val="00AB6AAB"/>
    <w:rsid w:val="00AB709E"/>
    <w:rsid w:val="00AB7CC8"/>
    <w:rsid w:val="00AB7E16"/>
    <w:rsid w:val="00AC100A"/>
    <w:rsid w:val="00AC113A"/>
    <w:rsid w:val="00AC1265"/>
    <w:rsid w:val="00AC13CD"/>
    <w:rsid w:val="00AC14A3"/>
    <w:rsid w:val="00AC14F8"/>
    <w:rsid w:val="00AC2801"/>
    <w:rsid w:val="00AC2AD3"/>
    <w:rsid w:val="00AC3C14"/>
    <w:rsid w:val="00AC4269"/>
    <w:rsid w:val="00AC4E1A"/>
    <w:rsid w:val="00AC5126"/>
    <w:rsid w:val="00AC52C8"/>
    <w:rsid w:val="00AC5328"/>
    <w:rsid w:val="00AC5C5F"/>
    <w:rsid w:val="00AC61ED"/>
    <w:rsid w:val="00AC6982"/>
    <w:rsid w:val="00AC73A9"/>
    <w:rsid w:val="00AD0534"/>
    <w:rsid w:val="00AD0D41"/>
    <w:rsid w:val="00AD1662"/>
    <w:rsid w:val="00AD34C4"/>
    <w:rsid w:val="00AD3E81"/>
    <w:rsid w:val="00AD4ADC"/>
    <w:rsid w:val="00AD4DDE"/>
    <w:rsid w:val="00AD5258"/>
    <w:rsid w:val="00AD5DF3"/>
    <w:rsid w:val="00AD621B"/>
    <w:rsid w:val="00AD6375"/>
    <w:rsid w:val="00AD776D"/>
    <w:rsid w:val="00AD7909"/>
    <w:rsid w:val="00AD79E3"/>
    <w:rsid w:val="00AE0420"/>
    <w:rsid w:val="00AE05DD"/>
    <w:rsid w:val="00AE13EA"/>
    <w:rsid w:val="00AE14B3"/>
    <w:rsid w:val="00AE1E6A"/>
    <w:rsid w:val="00AE1F1A"/>
    <w:rsid w:val="00AE20F4"/>
    <w:rsid w:val="00AE2170"/>
    <w:rsid w:val="00AE2550"/>
    <w:rsid w:val="00AE27A8"/>
    <w:rsid w:val="00AE29D6"/>
    <w:rsid w:val="00AE3912"/>
    <w:rsid w:val="00AE3D7F"/>
    <w:rsid w:val="00AE3E1F"/>
    <w:rsid w:val="00AE4584"/>
    <w:rsid w:val="00AE4762"/>
    <w:rsid w:val="00AE597B"/>
    <w:rsid w:val="00AE5A43"/>
    <w:rsid w:val="00AE6202"/>
    <w:rsid w:val="00AE696A"/>
    <w:rsid w:val="00AE6CDB"/>
    <w:rsid w:val="00AE763F"/>
    <w:rsid w:val="00AF0604"/>
    <w:rsid w:val="00AF0E93"/>
    <w:rsid w:val="00AF13D0"/>
    <w:rsid w:val="00AF257C"/>
    <w:rsid w:val="00AF2A24"/>
    <w:rsid w:val="00AF3375"/>
    <w:rsid w:val="00AF3D01"/>
    <w:rsid w:val="00AF3ED8"/>
    <w:rsid w:val="00AF428E"/>
    <w:rsid w:val="00AF4E4E"/>
    <w:rsid w:val="00AF4E53"/>
    <w:rsid w:val="00AF5142"/>
    <w:rsid w:val="00AF51EA"/>
    <w:rsid w:val="00AF5470"/>
    <w:rsid w:val="00AF57A9"/>
    <w:rsid w:val="00AF57CA"/>
    <w:rsid w:val="00AF5C8E"/>
    <w:rsid w:val="00AF5E27"/>
    <w:rsid w:val="00AF5E5C"/>
    <w:rsid w:val="00AF6329"/>
    <w:rsid w:val="00AF75EE"/>
    <w:rsid w:val="00B00120"/>
    <w:rsid w:val="00B00828"/>
    <w:rsid w:val="00B010B1"/>
    <w:rsid w:val="00B015B0"/>
    <w:rsid w:val="00B019AC"/>
    <w:rsid w:val="00B01F86"/>
    <w:rsid w:val="00B02078"/>
    <w:rsid w:val="00B025B9"/>
    <w:rsid w:val="00B02737"/>
    <w:rsid w:val="00B028A0"/>
    <w:rsid w:val="00B02DB0"/>
    <w:rsid w:val="00B03D71"/>
    <w:rsid w:val="00B03FD6"/>
    <w:rsid w:val="00B04689"/>
    <w:rsid w:val="00B04D62"/>
    <w:rsid w:val="00B05109"/>
    <w:rsid w:val="00B051B9"/>
    <w:rsid w:val="00B053ED"/>
    <w:rsid w:val="00B05511"/>
    <w:rsid w:val="00B075A2"/>
    <w:rsid w:val="00B111CC"/>
    <w:rsid w:val="00B11BC1"/>
    <w:rsid w:val="00B11DE8"/>
    <w:rsid w:val="00B129B1"/>
    <w:rsid w:val="00B12E44"/>
    <w:rsid w:val="00B1341D"/>
    <w:rsid w:val="00B13527"/>
    <w:rsid w:val="00B13F1A"/>
    <w:rsid w:val="00B147FA"/>
    <w:rsid w:val="00B149F6"/>
    <w:rsid w:val="00B14F6B"/>
    <w:rsid w:val="00B15CAB"/>
    <w:rsid w:val="00B176DE"/>
    <w:rsid w:val="00B202E3"/>
    <w:rsid w:val="00B20642"/>
    <w:rsid w:val="00B21CA2"/>
    <w:rsid w:val="00B22E86"/>
    <w:rsid w:val="00B22F2A"/>
    <w:rsid w:val="00B230B9"/>
    <w:rsid w:val="00B23174"/>
    <w:rsid w:val="00B239F2"/>
    <w:rsid w:val="00B23EFF"/>
    <w:rsid w:val="00B23F91"/>
    <w:rsid w:val="00B2454E"/>
    <w:rsid w:val="00B24D53"/>
    <w:rsid w:val="00B253EF"/>
    <w:rsid w:val="00B25886"/>
    <w:rsid w:val="00B25A9D"/>
    <w:rsid w:val="00B25CB1"/>
    <w:rsid w:val="00B27C6D"/>
    <w:rsid w:val="00B311F0"/>
    <w:rsid w:val="00B31B50"/>
    <w:rsid w:val="00B31D66"/>
    <w:rsid w:val="00B31F12"/>
    <w:rsid w:val="00B3284A"/>
    <w:rsid w:val="00B32DC1"/>
    <w:rsid w:val="00B3383E"/>
    <w:rsid w:val="00B339A3"/>
    <w:rsid w:val="00B340F3"/>
    <w:rsid w:val="00B3443F"/>
    <w:rsid w:val="00B34475"/>
    <w:rsid w:val="00B34781"/>
    <w:rsid w:val="00B34CC3"/>
    <w:rsid w:val="00B35501"/>
    <w:rsid w:val="00B35ACD"/>
    <w:rsid w:val="00B36B1C"/>
    <w:rsid w:val="00B36E1A"/>
    <w:rsid w:val="00B36F85"/>
    <w:rsid w:val="00B37336"/>
    <w:rsid w:val="00B37EBC"/>
    <w:rsid w:val="00B405D1"/>
    <w:rsid w:val="00B409E7"/>
    <w:rsid w:val="00B4111F"/>
    <w:rsid w:val="00B42B58"/>
    <w:rsid w:val="00B42C26"/>
    <w:rsid w:val="00B43F28"/>
    <w:rsid w:val="00B44954"/>
    <w:rsid w:val="00B44F6E"/>
    <w:rsid w:val="00B454E1"/>
    <w:rsid w:val="00B45914"/>
    <w:rsid w:val="00B460C4"/>
    <w:rsid w:val="00B46223"/>
    <w:rsid w:val="00B46D15"/>
    <w:rsid w:val="00B46F03"/>
    <w:rsid w:val="00B46F1C"/>
    <w:rsid w:val="00B4739F"/>
    <w:rsid w:val="00B50090"/>
    <w:rsid w:val="00B50C43"/>
    <w:rsid w:val="00B5198E"/>
    <w:rsid w:val="00B51A88"/>
    <w:rsid w:val="00B51F41"/>
    <w:rsid w:val="00B5238A"/>
    <w:rsid w:val="00B52E7B"/>
    <w:rsid w:val="00B531DA"/>
    <w:rsid w:val="00B53327"/>
    <w:rsid w:val="00B53647"/>
    <w:rsid w:val="00B5487C"/>
    <w:rsid w:val="00B54BA7"/>
    <w:rsid w:val="00B54D5D"/>
    <w:rsid w:val="00B55A1E"/>
    <w:rsid w:val="00B55AD3"/>
    <w:rsid w:val="00B561C0"/>
    <w:rsid w:val="00B56463"/>
    <w:rsid w:val="00B566E1"/>
    <w:rsid w:val="00B56A20"/>
    <w:rsid w:val="00B57579"/>
    <w:rsid w:val="00B605CF"/>
    <w:rsid w:val="00B60681"/>
    <w:rsid w:val="00B60A2A"/>
    <w:rsid w:val="00B60C4B"/>
    <w:rsid w:val="00B60ED4"/>
    <w:rsid w:val="00B60FBC"/>
    <w:rsid w:val="00B6139C"/>
    <w:rsid w:val="00B613C4"/>
    <w:rsid w:val="00B61C28"/>
    <w:rsid w:val="00B62340"/>
    <w:rsid w:val="00B6290B"/>
    <w:rsid w:val="00B63564"/>
    <w:rsid w:val="00B63859"/>
    <w:rsid w:val="00B64C7A"/>
    <w:rsid w:val="00B64E84"/>
    <w:rsid w:val="00B65840"/>
    <w:rsid w:val="00B66386"/>
    <w:rsid w:val="00B664F1"/>
    <w:rsid w:val="00B66B24"/>
    <w:rsid w:val="00B66E9F"/>
    <w:rsid w:val="00B6723F"/>
    <w:rsid w:val="00B67D23"/>
    <w:rsid w:val="00B71B2A"/>
    <w:rsid w:val="00B72112"/>
    <w:rsid w:val="00B723C8"/>
    <w:rsid w:val="00B72410"/>
    <w:rsid w:val="00B7268B"/>
    <w:rsid w:val="00B72F59"/>
    <w:rsid w:val="00B7301D"/>
    <w:rsid w:val="00B730C3"/>
    <w:rsid w:val="00B734CA"/>
    <w:rsid w:val="00B741FF"/>
    <w:rsid w:val="00B743A0"/>
    <w:rsid w:val="00B74897"/>
    <w:rsid w:val="00B74B1A"/>
    <w:rsid w:val="00B755FB"/>
    <w:rsid w:val="00B75DF0"/>
    <w:rsid w:val="00B75F69"/>
    <w:rsid w:val="00B75FC7"/>
    <w:rsid w:val="00B76457"/>
    <w:rsid w:val="00B76D1C"/>
    <w:rsid w:val="00B76EE0"/>
    <w:rsid w:val="00B80A1B"/>
    <w:rsid w:val="00B816EC"/>
    <w:rsid w:val="00B8191E"/>
    <w:rsid w:val="00B81ED3"/>
    <w:rsid w:val="00B82250"/>
    <w:rsid w:val="00B82483"/>
    <w:rsid w:val="00B825F0"/>
    <w:rsid w:val="00B82E2A"/>
    <w:rsid w:val="00B83C1A"/>
    <w:rsid w:val="00B84216"/>
    <w:rsid w:val="00B84699"/>
    <w:rsid w:val="00B84FAB"/>
    <w:rsid w:val="00B85D2D"/>
    <w:rsid w:val="00B860FE"/>
    <w:rsid w:val="00B86C91"/>
    <w:rsid w:val="00B86D41"/>
    <w:rsid w:val="00B911F0"/>
    <w:rsid w:val="00B914F8"/>
    <w:rsid w:val="00B915C5"/>
    <w:rsid w:val="00B9248D"/>
    <w:rsid w:val="00B93346"/>
    <w:rsid w:val="00B93D59"/>
    <w:rsid w:val="00B94FB4"/>
    <w:rsid w:val="00B94FCA"/>
    <w:rsid w:val="00B94FEE"/>
    <w:rsid w:val="00B95420"/>
    <w:rsid w:val="00B95F8D"/>
    <w:rsid w:val="00B962C5"/>
    <w:rsid w:val="00B96531"/>
    <w:rsid w:val="00B9677B"/>
    <w:rsid w:val="00B96A8C"/>
    <w:rsid w:val="00B97616"/>
    <w:rsid w:val="00B97779"/>
    <w:rsid w:val="00B97820"/>
    <w:rsid w:val="00B979F2"/>
    <w:rsid w:val="00BA03DB"/>
    <w:rsid w:val="00BA0E1F"/>
    <w:rsid w:val="00BA1890"/>
    <w:rsid w:val="00BA1D6C"/>
    <w:rsid w:val="00BA21AF"/>
    <w:rsid w:val="00BA281A"/>
    <w:rsid w:val="00BA2B44"/>
    <w:rsid w:val="00BA4FAB"/>
    <w:rsid w:val="00BA7387"/>
    <w:rsid w:val="00BA7944"/>
    <w:rsid w:val="00BA7C45"/>
    <w:rsid w:val="00BA7C6B"/>
    <w:rsid w:val="00BB0F38"/>
    <w:rsid w:val="00BB1533"/>
    <w:rsid w:val="00BB166B"/>
    <w:rsid w:val="00BB1DA4"/>
    <w:rsid w:val="00BB32D9"/>
    <w:rsid w:val="00BB442D"/>
    <w:rsid w:val="00BB4AAB"/>
    <w:rsid w:val="00BB5AC2"/>
    <w:rsid w:val="00BB5B3D"/>
    <w:rsid w:val="00BB6181"/>
    <w:rsid w:val="00BB66E5"/>
    <w:rsid w:val="00BC0337"/>
    <w:rsid w:val="00BC0A5B"/>
    <w:rsid w:val="00BC0C6B"/>
    <w:rsid w:val="00BC13ED"/>
    <w:rsid w:val="00BC15CD"/>
    <w:rsid w:val="00BC2642"/>
    <w:rsid w:val="00BC2EB9"/>
    <w:rsid w:val="00BC2F5E"/>
    <w:rsid w:val="00BC32F0"/>
    <w:rsid w:val="00BC339D"/>
    <w:rsid w:val="00BC33E8"/>
    <w:rsid w:val="00BC340B"/>
    <w:rsid w:val="00BC3E26"/>
    <w:rsid w:val="00BC3F82"/>
    <w:rsid w:val="00BC4062"/>
    <w:rsid w:val="00BC42CA"/>
    <w:rsid w:val="00BC44A7"/>
    <w:rsid w:val="00BC4C39"/>
    <w:rsid w:val="00BC4C7B"/>
    <w:rsid w:val="00BC5067"/>
    <w:rsid w:val="00BC62FA"/>
    <w:rsid w:val="00BC6949"/>
    <w:rsid w:val="00BC69B2"/>
    <w:rsid w:val="00BC6B2D"/>
    <w:rsid w:val="00BC6B31"/>
    <w:rsid w:val="00BC6E52"/>
    <w:rsid w:val="00BC7178"/>
    <w:rsid w:val="00BC7370"/>
    <w:rsid w:val="00BC7423"/>
    <w:rsid w:val="00BC74C6"/>
    <w:rsid w:val="00BC757B"/>
    <w:rsid w:val="00BD06C9"/>
    <w:rsid w:val="00BD0D95"/>
    <w:rsid w:val="00BD0E5B"/>
    <w:rsid w:val="00BD113F"/>
    <w:rsid w:val="00BD186A"/>
    <w:rsid w:val="00BD1E77"/>
    <w:rsid w:val="00BD1F8B"/>
    <w:rsid w:val="00BD2190"/>
    <w:rsid w:val="00BD24FE"/>
    <w:rsid w:val="00BD3040"/>
    <w:rsid w:val="00BD3D86"/>
    <w:rsid w:val="00BD44BE"/>
    <w:rsid w:val="00BD4D67"/>
    <w:rsid w:val="00BD500E"/>
    <w:rsid w:val="00BD53DB"/>
    <w:rsid w:val="00BD5C6A"/>
    <w:rsid w:val="00BD6117"/>
    <w:rsid w:val="00BD6B66"/>
    <w:rsid w:val="00BD724B"/>
    <w:rsid w:val="00BD790E"/>
    <w:rsid w:val="00BE0032"/>
    <w:rsid w:val="00BE0086"/>
    <w:rsid w:val="00BE06C2"/>
    <w:rsid w:val="00BE0B76"/>
    <w:rsid w:val="00BE0CF1"/>
    <w:rsid w:val="00BE0EE5"/>
    <w:rsid w:val="00BE161F"/>
    <w:rsid w:val="00BE253B"/>
    <w:rsid w:val="00BE29D3"/>
    <w:rsid w:val="00BE366C"/>
    <w:rsid w:val="00BE3DF3"/>
    <w:rsid w:val="00BE43F9"/>
    <w:rsid w:val="00BE5029"/>
    <w:rsid w:val="00BE5180"/>
    <w:rsid w:val="00BE65DC"/>
    <w:rsid w:val="00BE68BD"/>
    <w:rsid w:val="00BE73BC"/>
    <w:rsid w:val="00BE78E8"/>
    <w:rsid w:val="00BF0E92"/>
    <w:rsid w:val="00BF153B"/>
    <w:rsid w:val="00BF1726"/>
    <w:rsid w:val="00BF1B19"/>
    <w:rsid w:val="00BF212E"/>
    <w:rsid w:val="00BF22F7"/>
    <w:rsid w:val="00BF27EB"/>
    <w:rsid w:val="00BF2DA4"/>
    <w:rsid w:val="00BF31B7"/>
    <w:rsid w:val="00BF3229"/>
    <w:rsid w:val="00BF4FD0"/>
    <w:rsid w:val="00BF5132"/>
    <w:rsid w:val="00BF552C"/>
    <w:rsid w:val="00BF578D"/>
    <w:rsid w:val="00BF5EF9"/>
    <w:rsid w:val="00BF6659"/>
    <w:rsid w:val="00BF6DE6"/>
    <w:rsid w:val="00BF7108"/>
    <w:rsid w:val="00BF778C"/>
    <w:rsid w:val="00BF78DA"/>
    <w:rsid w:val="00C001FE"/>
    <w:rsid w:val="00C00216"/>
    <w:rsid w:val="00C00D98"/>
    <w:rsid w:val="00C00ED6"/>
    <w:rsid w:val="00C016CB"/>
    <w:rsid w:val="00C01818"/>
    <w:rsid w:val="00C02ACD"/>
    <w:rsid w:val="00C03397"/>
    <w:rsid w:val="00C03471"/>
    <w:rsid w:val="00C03D79"/>
    <w:rsid w:val="00C04697"/>
    <w:rsid w:val="00C04DBA"/>
    <w:rsid w:val="00C04E44"/>
    <w:rsid w:val="00C04F7C"/>
    <w:rsid w:val="00C05F35"/>
    <w:rsid w:val="00C065DC"/>
    <w:rsid w:val="00C07103"/>
    <w:rsid w:val="00C07CF4"/>
    <w:rsid w:val="00C108AA"/>
    <w:rsid w:val="00C10ED7"/>
    <w:rsid w:val="00C1109C"/>
    <w:rsid w:val="00C115AA"/>
    <w:rsid w:val="00C11D56"/>
    <w:rsid w:val="00C11F9A"/>
    <w:rsid w:val="00C1213A"/>
    <w:rsid w:val="00C121A4"/>
    <w:rsid w:val="00C132C6"/>
    <w:rsid w:val="00C13969"/>
    <w:rsid w:val="00C13DA4"/>
    <w:rsid w:val="00C153F0"/>
    <w:rsid w:val="00C1552E"/>
    <w:rsid w:val="00C15A2E"/>
    <w:rsid w:val="00C16504"/>
    <w:rsid w:val="00C16828"/>
    <w:rsid w:val="00C205B5"/>
    <w:rsid w:val="00C20B2D"/>
    <w:rsid w:val="00C21003"/>
    <w:rsid w:val="00C21154"/>
    <w:rsid w:val="00C211F0"/>
    <w:rsid w:val="00C21936"/>
    <w:rsid w:val="00C21F18"/>
    <w:rsid w:val="00C22C9F"/>
    <w:rsid w:val="00C231AF"/>
    <w:rsid w:val="00C2338A"/>
    <w:rsid w:val="00C235E9"/>
    <w:rsid w:val="00C23B17"/>
    <w:rsid w:val="00C2462B"/>
    <w:rsid w:val="00C25572"/>
    <w:rsid w:val="00C2566E"/>
    <w:rsid w:val="00C25989"/>
    <w:rsid w:val="00C26B80"/>
    <w:rsid w:val="00C271BA"/>
    <w:rsid w:val="00C27DBA"/>
    <w:rsid w:val="00C30CE2"/>
    <w:rsid w:val="00C31092"/>
    <w:rsid w:val="00C315BD"/>
    <w:rsid w:val="00C32E4B"/>
    <w:rsid w:val="00C333EF"/>
    <w:rsid w:val="00C33EB5"/>
    <w:rsid w:val="00C34584"/>
    <w:rsid w:val="00C347C3"/>
    <w:rsid w:val="00C36525"/>
    <w:rsid w:val="00C3710A"/>
    <w:rsid w:val="00C37323"/>
    <w:rsid w:val="00C401A1"/>
    <w:rsid w:val="00C40617"/>
    <w:rsid w:val="00C410A9"/>
    <w:rsid w:val="00C4118F"/>
    <w:rsid w:val="00C41449"/>
    <w:rsid w:val="00C41735"/>
    <w:rsid w:val="00C4275C"/>
    <w:rsid w:val="00C43328"/>
    <w:rsid w:val="00C43383"/>
    <w:rsid w:val="00C43742"/>
    <w:rsid w:val="00C43939"/>
    <w:rsid w:val="00C44842"/>
    <w:rsid w:val="00C44A12"/>
    <w:rsid w:val="00C44FC8"/>
    <w:rsid w:val="00C454C1"/>
    <w:rsid w:val="00C45976"/>
    <w:rsid w:val="00C469F8"/>
    <w:rsid w:val="00C4702F"/>
    <w:rsid w:val="00C4767F"/>
    <w:rsid w:val="00C47891"/>
    <w:rsid w:val="00C50170"/>
    <w:rsid w:val="00C5095F"/>
    <w:rsid w:val="00C50AE9"/>
    <w:rsid w:val="00C50D41"/>
    <w:rsid w:val="00C514B5"/>
    <w:rsid w:val="00C5167A"/>
    <w:rsid w:val="00C5180D"/>
    <w:rsid w:val="00C524EE"/>
    <w:rsid w:val="00C525F7"/>
    <w:rsid w:val="00C52EF7"/>
    <w:rsid w:val="00C53D23"/>
    <w:rsid w:val="00C53F77"/>
    <w:rsid w:val="00C54181"/>
    <w:rsid w:val="00C550EE"/>
    <w:rsid w:val="00C55BD1"/>
    <w:rsid w:val="00C55CF1"/>
    <w:rsid w:val="00C55EF3"/>
    <w:rsid w:val="00C56190"/>
    <w:rsid w:val="00C56528"/>
    <w:rsid w:val="00C579B9"/>
    <w:rsid w:val="00C57CBE"/>
    <w:rsid w:val="00C57D11"/>
    <w:rsid w:val="00C601FF"/>
    <w:rsid w:val="00C607BC"/>
    <w:rsid w:val="00C61354"/>
    <w:rsid w:val="00C61908"/>
    <w:rsid w:val="00C6372C"/>
    <w:rsid w:val="00C6423E"/>
    <w:rsid w:val="00C6428A"/>
    <w:rsid w:val="00C6464B"/>
    <w:rsid w:val="00C6477B"/>
    <w:rsid w:val="00C64A13"/>
    <w:rsid w:val="00C64CA1"/>
    <w:rsid w:val="00C64E00"/>
    <w:rsid w:val="00C653AA"/>
    <w:rsid w:val="00C655D3"/>
    <w:rsid w:val="00C6585A"/>
    <w:rsid w:val="00C65C42"/>
    <w:rsid w:val="00C65DFE"/>
    <w:rsid w:val="00C66DAE"/>
    <w:rsid w:val="00C66E38"/>
    <w:rsid w:val="00C66E3E"/>
    <w:rsid w:val="00C66F53"/>
    <w:rsid w:val="00C67D6E"/>
    <w:rsid w:val="00C719A8"/>
    <w:rsid w:val="00C72CC4"/>
    <w:rsid w:val="00C72E79"/>
    <w:rsid w:val="00C73CD0"/>
    <w:rsid w:val="00C73FCE"/>
    <w:rsid w:val="00C749E6"/>
    <w:rsid w:val="00C750C9"/>
    <w:rsid w:val="00C7546B"/>
    <w:rsid w:val="00C76A26"/>
    <w:rsid w:val="00C76FC3"/>
    <w:rsid w:val="00C77245"/>
    <w:rsid w:val="00C804F7"/>
    <w:rsid w:val="00C80E19"/>
    <w:rsid w:val="00C81E3D"/>
    <w:rsid w:val="00C825E6"/>
    <w:rsid w:val="00C828DE"/>
    <w:rsid w:val="00C8369A"/>
    <w:rsid w:val="00C839AE"/>
    <w:rsid w:val="00C83AC4"/>
    <w:rsid w:val="00C84083"/>
    <w:rsid w:val="00C84D79"/>
    <w:rsid w:val="00C850C9"/>
    <w:rsid w:val="00C850F2"/>
    <w:rsid w:val="00C86FE5"/>
    <w:rsid w:val="00C87386"/>
    <w:rsid w:val="00C87621"/>
    <w:rsid w:val="00C878F1"/>
    <w:rsid w:val="00C87B89"/>
    <w:rsid w:val="00C87EBC"/>
    <w:rsid w:val="00C9021C"/>
    <w:rsid w:val="00C90E73"/>
    <w:rsid w:val="00C90EC1"/>
    <w:rsid w:val="00C917E9"/>
    <w:rsid w:val="00C9222D"/>
    <w:rsid w:val="00C924DF"/>
    <w:rsid w:val="00C9252F"/>
    <w:rsid w:val="00C92E40"/>
    <w:rsid w:val="00C93F1D"/>
    <w:rsid w:val="00C948DD"/>
    <w:rsid w:val="00C95409"/>
    <w:rsid w:val="00C961AF"/>
    <w:rsid w:val="00C961B9"/>
    <w:rsid w:val="00C96649"/>
    <w:rsid w:val="00C968E5"/>
    <w:rsid w:val="00C9767B"/>
    <w:rsid w:val="00C9789D"/>
    <w:rsid w:val="00C97E64"/>
    <w:rsid w:val="00CA105F"/>
    <w:rsid w:val="00CA2333"/>
    <w:rsid w:val="00CA2555"/>
    <w:rsid w:val="00CA2682"/>
    <w:rsid w:val="00CA316A"/>
    <w:rsid w:val="00CA3261"/>
    <w:rsid w:val="00CA39EA"/>
    <w:rsid w:val="00CA3D42"/>
    <w:rsid w:val="00CA3FE2"/>
    <w:rsid w:val="00CA4445"/>
    <w:rsid w:val="00CA44E4"/>
    <w:rsid w:val="00CA5158"/>
    <w:rsid w:val="00CA5165"/>
    <w:rsid w:val="00CA7969"/>
    <w:rsid w:val="00CA7F5E"/>
    <w:rsid w:val="00CB025B"/>
    <w:rsid w:val="00CB03DA"/>
    <w:rsid w:val="00CB07A4"/>
    <w:rsid w:val="00CB1C9E"/>
    <w:rsid w:val="00CB231D"/>
    <w:rsid w:val="00CB2373"/>
    <w:rsid w:val="00CB3724"/>
    <w:rsid w:val="00CB3781"/>
    <w:rsid w:val="00CB39CE"/>
    <w:rsid w:val="00CB3A38"/>
    <w:rsid w:val="00CB3F78"/>
    <w:rsid w:val="00CB5505"/>
    <w:rsid w:val="00CB5787"/>
    <w:rsid w:val="00CB628C"/>
    <w:rsid w:val="00CB6437"/>
    <w:rsid w:val="00CB683B"/>
    <w:rsid w:val="00CB6C29"/>
    <w:rsid w:val="00CB72DE"/>
    <w:rsid w:val="00CB72EF"/>
    <w:rsid w:val="00CB7AB6"/>
    <w:rsid w:val="00CB7DA4"/>
    <w:rsid w:val="00CC0C4D"/>
    <w:rsid w:val="00CC0DC6"/>
    <w:rsid w:val="00CC0EF6"/>
    <w:rsid w:val="00CC1204"/>
    <w:rsid w:val="00CC17C8"/>
    <w:rsid w:val="00CC1C7A"/>
    <w:rsid w:val="00CC381C"/>
    <w:rsid w:val="00CC3A85"/>
    <w:rsid w:val="00CC43FE"/>
    <w:rsid w:val="00CC466E"/>
    <w:rsid w:val="00CC49A3"/>
    <w:rsid w:val="00CC4AD7"/>
    <w:rsid w:val="00CC4EA3"/>
    <w:rsid w:val="00CC689B"/>
    <w:rsid w:val="00CC6EFA"/>
    <w:rsid w:val="00CC732F"/>
    <w:rsid w:val="00CC785A"/>
    <w:rsid w:val="00CD0233"/>
    <w:rsid w:val="00CD0278"/>
    <w:rsid w:val="00CD05DB"/>
    <w:rsid w:val="00CD0648"/>
    <w:rsid w:val="00CD095F"/>
    <w:rsid w:val="00CD233A"/>
    <w:rsid w:val="00CD2912"/>
    <w:rsid w:val="00CD2DC4"/>
    <w:rsid w:val="00CD313A"/>
    <w:rsid w:val="00CD316B"/>
    <w:rsid w:val="00CD336E"/>
    <w:rsid w:val="00CD33FD"/>
    <w:rsid w:val="00CD48D4"/>
    <w:rsid w:val="00CD507B"/>
    <w:rsid w:val="00CD51DC"/>
    <w:rsid w:val="00CD5C3D"/>
    <w:rsid w:val="00CE048D"/>
    <w:rsid w:val="00CE0DC4"/>
    <w:rsid w:val="00CE0EEC"/>
    <w:rsid w:val="00CE0F1E"/>
    <w:rsid w:val="00CE10FD"/>
    <w:rsid w:val="00CE135A"/>
    <w:rsid w:val="00CE14FF"/>
    <w:rsid w:val="00CE1608"/>
    <w:rsid w:val="00CE24C7"/>
    <w:rsid w:val="00CE389D"/>
    <w:rsid w:val="00CE3E67"/>
    <w:rsid w:val="00CE4204"/>
    <w:rsid w:val="00CE4264"/>
    <w:rsid w:val="00CE42D6"/>
    <w:rsid w:val="00CE48C1"/>
    <w:rsid w:val="00CE4CA0"/>
    <w:rsid w:val="00CE4D17"/>
    <w:rsid w:val="00CE5BF2"/>
    <w:rsid w:val="00CE5C17"/>
    <w:rsid w:val="00CE6B3C"/>
    <w:rsid w:val="00CE76AB"/>
    <w:rsid w:val="00CE79F7"/>
    <w:rsid w:val="00CE7A17"/>
    <w:rsid w:val="00CE7A35"/>
    <w:rsid w:val="00CF0339"/>
    <w:rsid w:val="00CF0E26"/>
    <w:rsid w:val="00CF118C"/>
    <w:rsid w:val="00CF12B1"/>
    <w:rsid w:val="00CF2064"/>
    <w:rsid w:val="00CF2971"/>
    <w:rsid w:val="00CF2C47"/>
    <w:rsid w:val="00CF2C74"/>
    <w:rsid w:val="00CF303F"/>
    <w:rsid w:val="00CF418D"/>
    <w:rsid w:val="00CF4458"/>
    <w:rsid w:val="00CF4F8A"/>
    <w:rsid w:val="00CF5720"/>
    <w:rsid w:val="00CF5750"/>
    <w:rsid w:val="00CF603F"/>
    <w:rsid w:val="00CF66C4"/>
    <w:rsid w:val="00CF680D"/>
    <w:rsid w:val="00CF684B"/>
    <w:rsid w:val="00CF68F2"/>
    <w:rsid w:val="00CF6916"/>
    <w:rsid w:val="00CF6BEC"/>
    <w:rsid w:val="00CF70BB"/>
    <w:rsid w:val="00CF7228"/>
    <w:rsid w:val="00CF7231"/>
    <w:rsid w:val="00CF7821"/>
    <w:rsid w:val="00CF7AA0"/>
    <w:rsid w:val="00CF7E02"/>
    <w:rsid w:val="00D00426"/>
    <w:rsid w:val="00D0086A"/>
    <w:rsid w:val="00D010EB"/>
    <w:rsid w:val="00D0124F"/>
    <w:rsid w:val="00D01E8C"/>
    <w:rsid w:val="00D02782"/>
    <w:rsid w:val="00D04DFC"/>
    <w:rsid w:val="00D04EE4"/>
    <w:rsid w:val="00D05373"/>
    <w:rsid w:val="00D0601E"/>
    <w:rsid w:val="00D0693B"/>
    <w:rsid w:val="00D06964"/>
    <w:rsid w:val="00D078CE"/>
    <w:rsid w:val="00D07F1A"/>
    <w:rsid w:val="00D10786"/>
    <w:rsid w:val="00D10855"/>
    <w:rsid w:val="00D110F2"/>
    <w:rsid w:val="00D1129A"/>
    <w:rsid w:val="00D112CB"/>
    <w:rsid w:val="00D11C3E"/>
    <w:rsid w:val="00D11EB2"/>
    <w:rsid w:val="00D120E6"/>
    <w:rsid w:val="00D126B1"/>
    <w:rsid w:val="00D128BB"/>
    <w:rsid w:val="00D13DC9"/>
    <w:rsid w:val="00D14035"/>
    <w:rsid w:val="00D14070"/>
    <w:rsid w:val="00D14527"/>
    <w:rsid w:val="00D1496A"/>
    <w:rsid w:val="00D14BCB"/>
    <w:rsid w:val="00D1559D"/>
    <w:rsid w:val="00D157C6"/>
    <w:rsid w:val="00D15EA7"/>
    <w:rsid w:val="00D15F53"/>
    <w:rsid w:val="00D162C1"/>
    <w:rsid w:val="00D16824"/>
    <w:rsid w:val="00D16C34"/>
    <w:rsid w:val="00D16CEA"/>
    <w:rsid w:val="00D17225"/>
    <w:rsid w:val="00D17491"/>
    <w:rsid w:val="00D177A0"/>
    <w:rsid w:val="00D20BE9"/>
    <w:rsid w:val="00D2136C"/>
    <w:rsid w:val="00D21881"/>
    <w:rsid w:val="00D21A4B"/>
    <w:rsid w:val="00D2208C"/>
    <w:rsid w:val="00D22A09"/>
    <w:rsid w:val="00D22AED"/>
    <w:rsid w:val="00D22EA0"/>
    <w:rsid w:val="00D230C4"/>
    <w:rsid w:val="00D243D3"/>
    <w:rsid w:val="00D24548"/>
    <w:rsid w:val="00D24D19"/>
    <w:rsid w:val="00D2530B"/>
    <w:rsid w:val="00D2580C"/>
    <w:rsid w:val="00D25CB0"/>
    <w:rsid w:val="00D25E90"/>
    <w:rsid w:val="00D27221"/>
    <w:rsid w:val="00D310FD"/>
    <w:rsid w:val="00D31126"/>
    <w:rsid w:val="00D31747"/>
    <w:rsid w:val="00D3179D"/>
    <w:rsid w:val="00D319EA"/>
    <w:rsid w:val="00D31CD7"/>
    <w:rsid w:val="00D323A4"/>
    <w:rsid w:val="00D32ED8"/>
    <w:rsid w:val="00D32FB3"/>
    <w:rsid w:val="00D33B4A"/>
    <w:rsid w:val="00D340E6"/>
    <w:rsid w:val="00D34A4F"/>
    <w:rsid w:val="00D3506E"/>
    <w:rsid w:val="00D35331"/>
    <w:rsid w:val="00D35D9E"/>
    <w:rsid w:val="00D363FE"/>
    <w:rsid w:val="00D36B8F"/>
    <w:rsid w:val="00D3709C"/>
    <w:rsid w:val="00D37154"/>
    <w:rsid w:val="00D40832"/>
    <w:rsid w:val="00D417B9"/>
    <w:rsid w:val="00D43B78"/>
    <w:rsid w:val="00D43DBA"/>
    <w:rsid w:val="00D44381"/>
    <w:rsid w:val="00D449C9"/>
    <w:rsid w:val="00D452E1"/>
    <w:rsid w:val="00D455D5"/>
    <w:rsid w:val="00D45AA5"/>
    <w:rsid w:val="00D45C0E"/>
    <w:rsid w:val="00D4657F"/>
    <w:rsid w:val="00D46D38"/>
    <w:rsid w:val="00D47176"/>
    <w:rsid w:val="00D471EF"/>
    <w:rsid w:val="00D47C20"/>
    <w:rsid w:val="00D47CF4"/>
    <w:rsid w:val="00D47D95"/>
    <w:rsid w:val="00D50656"/>
    <w:rsid w:val="00D50A07"/>
    <w:rsid w:val="00D50EF2"/>
    <w:rsid w:val="00D511C8"/>
    <w:rsid w:val="00D515F9"/>
    <w:rsid w:val="00D51B6F"/>
    <w:rsid w:val="00D51FFE"/>
    <w:rsid w:val="00D52523"/>
    <w:rsid w:val="00D526A5"/>
    <w:rsid w:val="00D52D88"/>
    <w:rsid w:val="00D52EB5"/>
    <w:rsid w:val="00D5306F"/>
    <w:rsid w:val="00D544B6"/>
    <w:rsid w:val="00D5507D"/>
    <w:rsid w:val="00D573BC"/>
    <w:rsid w:val="00D57DD0"/>
    <w:rsid w:val="00D60A53"/>
    <w:rsid w:val="00D614C7"/>
    <w:rsid w:val="00D616C9"/>
    <w:rsid w:val="00D61748"/>
    <w:rsid w:val="00D61F38"/>
    <w:rsid w:val="00D620EC"/>
    <w:rsid w:val="00D62C1F"/>
    <w:rsid w:val="00D6317D"/>
    <w:rsid w:val="00D64234"/>
    <w:rsid w:val="00D657E3"/>
    <w:rsid w:val="00D65DEC"/>
    <w:rsid w:val="00D660B4"/>
    <w:rsid w:val="00D66200"/>
    <w:rsid w:val="00D66B85"/>
    <w:rsid w:val="00D6730C"/>
    <w:rsid w:val="00D67511"/>
    <w:rsid w:val="00D675CF"/>
    <w:rsid w:val="00D676A9"/>
    <w:rsid w:val="00D67B62"/>
    <w:rsid w:val="00D67F2C"/>
    <w:rsid w:val="00D70058"/>
    <w:rsid w:val="00D7034E"/>
    <w:rsid w:val="00D70E14"/>
    <w:rsid w:val="00D71EDD"/>
    <w:rsid w:val="00D72512"/>
    <w:rsid w:val="00D728FD"/>
    <w:rsid w:val="00D73B6F"/>
    <w:rsid w:val="00D73FA1"/>
    <w:rsid w:val="00D74129"/>
    <w:rsid w:val="00D74186"/>
    <w:rsid w:val="00D743AF"/>
    <w:rsid w:val="00D74961"/>
    <w:rsid w:val="00D74A01"/>
    <w:rsid w:val="00D758D6"/>
    <w:rsid w:val="00D766A2"/>
    <w:rsid w:val="00D77673"/>
    <w:rsid w:val="00D7797D"/>
    <w:rsid w:val="00D80A81"/>
    <w:rsid w:val="00D80A97"/>
    <w:rsid w:val="00D80ADB"/>
    <w:rsid w:val="00D80AFB"/>
    <w:rsid w:val="00D810B6"/>
    <w:rsid w:val="00D81587"/>
    <w:rsid w:val="00D817A3"/>
    <w:rsid w:val="00D81FAB"/>
    <w:rsid w:val="00D8241F"/>
    <w:rsid w:val="00D830FB"/>
    <w:rsid w:val="00D836BC"/>
    <w:rsid w:val="00D8374C"/>
    <w:rsid w:val="00D83DB1"/>
    <w:rsid w:val="00D83DB3"/>
    <w:rsid w:val="00D8470C"/>
    <w:rsid w:val="00D847E9"/>
    <w:rsid w:val="00D84F89"/>
    <w:rsid w:val="00D84FA0"/>
    <w:rsid w:val="00D85196"/>
    <w:rsid w:val="00D85B66"/>
    <w:rsid w:val="00D862C0"/>
    <w:rsid w:val="00D86AFF"/>
    <w:rsid w:val="00D875A9"/>
    <w:rsid w:val="00D87991"/>
    <w:rsid w:val="00D90F0E"/>
    <w:rsid w:val="00D90F77"/>
    <w:rsid w:val="00D9181A"/>
    <w:rsid w:val="00D91D89"/>
    <w:rsid w:val="00D92187"/>
    <w:rsid w:val="00D9299B"/>
    <w:rsid w:val="00D92C44"/>
    <w:rsid w:val="00D92D3C"/>
    <w:rsid w:val="00D936CB"/>
    <w:rsid w:val="00D937E4"/>
    <w:rsid w:val="00D943EE"/>
    <w:rsid w:val="00D9461D"/>
    <w:rsid w:val="00D951C9"/>
    <w:rsid w:val="00D964E7"/>
    <w:rsid w:val="00D96F0A"/>
    <w:rsid w:val="00D9739D"/>
    <w:rsid w:val="00D97C72"/>
    <w:rsid w:val="00D97E57"/>
    <w:rsid w:val="00DA02B3"/>
    <w:rsid w:val="00DA0503"/>
    <w:rsid w:val="00DA1064"/>
    <w:rsid w:val="00DA266E"/>
    <w:rsid w:val="00DA280A"/>
    <w:rsid w:val="00DA2B63"/>
    <w:rsid w:val="00DA3AB0"/>
    <w:rsid w:val="00DA4B3D"/>
    <w:rsid w:val="00DA4F10"/>
    <w:rsid w:val="00DA50FD"/>
    <w:rsid w:val="00DA596C"/>
    <w:rsid w:val="00DA5F64"/>
    <w:rsid w:val="00DA6058"/>
    <w:rsid w:val="00DA6223"/>
    <w:rsid w:val="00DA64D4"/>
    <w:rsid w:val="00DA6D15"/>
    <w:rsid w:val="00DA6DE2"/>
    <w:rsid w:val="00DA7011"/>
    <w:rsid w:val="00DA70D6"/>
    <w:rsid w:val="00DA739D"/>
    <w:rsid w:val="00DB00F5"/>
    <w:rsid w:val="00DB022A"/>
    <w:rsid w:val="00DB0661"/>
    <w:rsid w:val="00DB08D7"/>
    <w:rsid w:val="00DB0B0F"/>
    <w:rsid w:val="00DB0D2D"/>
    <w:rsid w:val="00DB0ED1"/>
    <w:rsid w:val="00DB10A9"/>
    <w:rsid w:val="00DB1131"/>
    <w:rsid w:val="00DB18BF"/>
    <w:rsid w:val="00DB1D6E"/>
    <w:rsid w:val="00DB2AD8"/>
    <w:rsid w:val="00DB2EE9"/>
    <w:rsid w:val="00DB3563"/>
    <w:rsid w:val="00DB4BB8"/>
    <w:rsid w:val="00DB5187"/>
    <w:rsid w:val="00DB5272"/>
    <w:rsid w:val="00DB5976"/>
    <w:rsid w:val="00DB5C23"/>
    <w:rsid w:val="00DB6107"/>
    <w:rsid w:val="00DB666D"/>
    <w:rsid w:val="00DB7241"/>
    <w:rsid w:val="00DB7615"/>
    <w:rsid w:val="00DB7B47"/>
    <w:rsid w:val="00DB7E09"/>
    <w:rsid w:val="00DC0C78"/>
    <w:rsid w:val="00DC12B0"/>
    <w:rsid w:val="00DC1646"/>
    <w:rsid w:val="00DC24CC"/>
    <w:rsid w:val="00DC3874"/>
    <w:rsid w:val="00DC3D6D"/>
    <w:rsid w:val="00DC48CD"/>
    <w:rsid w:val="00DC4AC9"/>
    <w:rsid w:val="00DC4C68"/>
    <w:rsid w:val="00DC4E77"/>
    <w:rsid w:val="00DC4F84"/>
    <w:rsid w:val="00DC5032"/>
    <w:rsid w:val="00DC531B"/>
    <w:rsid w:val="00DC5A2D"/>
    <w:rsid w:val="00DC7127"/>
    <w:rsid w:val="00DC71B8"/>
    <w:rsid w:val="00DC7A91"/>
    <w:rsid w:val="00DC7CB7"/>
    <w:rsid w:val="00DD0071"/>
    <w:rsid w:val="00DD0645"/>
    <w:rsid w:val="00DD0670"/>
    <w:rsid w:val="00DD09D3"/>
    <w:rsid w:val="00DD0B04"/>
    <w:rsid w:val="00DD0B1C"/>
    <w:rsid w:val="00DD0FB8"/>
    <w:rsid w:val="00DD14B6"/>
    <w:rsid w:val="00DD23D0"/>
    <w:rsid w:val="00DD330E"/>
    <w:rsid w:val="00DD36DA"/>
    <w:rsid w:val="00DD3D51"/>
    <w:rsid w:val="00DD3EA7"/>
    <w:rsid w:val="00DD3FE1"/>
    <w:rsid w:val="00DD3FF3"/>
    <w:rsid w:val="00DD4A3A"/>
    <w:rsid w:val="00DD594C"/>
    <w:rsid w:val="00DD5CCF"/>
    <w:rsid w:val="00DD5FDC"/>
    <w:rsid w:val="00DD618F"/>
    <w:rsid w:val="00DD6727"/>
    <w:rsid w:val="00DD6CC5"/>
    <w:rsid w:val="00DD6CD4"/>
    <w:rsid w:val="00DD748F"/>
    <w:rsid w:val="00DD7840"/>
    <w:rsid w:val="00DD7F7D"/>
    <w:rsid w:val="00DE093E"/>
    <w:rsid w:val="00DE0C2C"/>
    <w:rsid w:val="00DE1736"/>
    <w:rsid w:val="00DE241C"/>
    <w:rsid w:val="00DE3993"/>
    <w:rsid w:val="00DE39DF"/>
    <w:rsid w:val="00DE4839"/>
    <w:rsid w:val="00DE4BA7"/>
    <w:rsid w:val="00DE5FB1"/>
    <w:rsid w:val="00DE622A"/>
    <w:rsid w:val="00DE6EA3"/>
    <w:rsid w:val="00DE74B9"/>
    <w:rsid w:val="00DE77E9"/>
    <w:rsid w:val="00DF0263"/>
    <w:rsid w:val="00DF0A3E"/>
    <w:rsid w:val="00DF0E08"/>
    <w:rsid w:val="00DF1217"/>
    <w:rsid w:val="00DF178C"/>
    <w:rsid w:val="00DF18A8"/>
    <w:rsid w:val="00DF1D1D"/>
    <w:rsid w:val="00DF1D9F"/>
    <w:rsid w:val="00DF3A0E"/>
    <w:rsid w:val="00DF3FB1"/>
    <w:rsid w:val="00DF424F"/>
    <w:rsid w:val="00DF4D69"/>
    <w:rsid w:val="00DF4D77"/>
    <w:rsid w:val="00DF5890"/>
    <w:rsid w:val="00DF60E5"/>
    <w:rsid w:val="00DF69C7"/>
    <w:rsid w:val="00DF6DB5"/>
    <w:rsid w:val="00DF7607"/>
    <w:rsid w:val="00DF76A2"/>
    <w:rsid w:val="00DF77DA"/>
    <w:rsid w:val="00E009FA"/>
    <w:rsid w:val="00E01884"/>
    <w:rsid w:val="00E01A3D"/>
    <w:rsid w:val="00E027D4"/>
    <w:rsid w:val="00E02D61"/>
    <w:rsid w:val="00E03FB9"/>
    <w:rsid w:val="00E0402C"/>
    <w:rsid w:val="00E04425"/>
    <w:rsid w:val="00E048C5"/>
    <w:rsid w:val="00E04A02"/>
    <w:rsid w:val="00E04B60"/>
    <w:rsid w:val="00E05909"/>
    <w:rsid w:val="00E061FF"/>
    <w:rsid w:val="00E06CC7"/>
    <w:rsid w:val="00E07740"/>
    <w:rsid w:val="00E0777E"/>
    <w:rsid w:val="00E10001"/>
    <w:rsid w:val="00E10529"/>
    <w:rsid w:val="00E1099A"/>
    <w:rsid w:val="00E12AC9"/>
    <w:rsid w:val="00E12DBD"/>
    <w:rsid w:val="00E12F05"/>
    <w:rsid w:val="00E13071"/>
    <w:rsid w:val="00E13191"/>
    <w:rsid w:val="00E13BBE"/>
    <w:rsid w:val="00E142BC"/>
    <w:rsid w:val="00E144B0"/>
    <w:rsid w:val="00E148D2"/>
    <w:rsid w:val="00E158D2"/>
    <w:rsid w:val="00E15A2A"/>
    <w:rsid w:val="00E1648A"/>
    <w:rsid w:val="00E16E5B"/>
    <w:rsid w:val="00E17016"/>
    <w:rsid w:val="00E17978"/>
    <w:rsid w:val="00E20626"/>
    <w:rsid w:val="00E206C8"/>
    <w:rsid w:val="00E20AB5"/>
    <w:rsid w:val="00E20D38"/>
    <w:rsid w:val="00E21781"/>
    <w:rsid w:val="00E21919"/>
    <w:rsid w:val="00E21A91"/>
    <w:rsid w:val="00E21FF1"/>
    <w:rsid w:val="00E226B3"/>
    <w:rsid w:val="00E2288A"/>
    <w:rsid w:val="00E229F6"/>
    <w:rsid w:val="00E22C17"/>
    <w:rsid w:val="00E22FFE"/>
    <w:rsid w:val="00E2485D"/>
    <w:rsid w:val="00E24BC8"/>
    <w:rsid w:val="00E25056"/>
    <w:rsid w:val="00E252B3"/>
    <w:rsid w:val="00E26742"/>
    <w:rsid w:val="00E270FC"/>
    <w:rsid w:val="00E301B6"/>
    <w:rsid w:val="00E301EB"/>
    <w:rsid w:val="00E308C5"/>
    <w:rsid w:val="00E308F4"/>
    <w:rsid w:val="00E30C57"/>
    <w:rsid w:val="00E313B7"/>
    <w:rsid w:val="00E318F8"/>
    <w:rsid w:val="00E319A2"/>
    <w:rsid w:val="00E31AD2"/>
    <w:rsid w:val="00E32092"/>
    <w:rsid w:val="00E322CF"/>
    <w:rsid w:val="00E32A2B"/>
    <w:rsid w:val="00E32ECC"/>
    <w:rsid w:val="00E3306F"/>
    <w:rsid w:val="00E33451"/>
    <w:rsid w:val="00E33784"/>
    <w:rsid w:val="00E3398E"/>
    <w:rsid w:val="00E34038"/>
    <w:rsid w:val="00E34BE8"/>
    <w:rsid w:val="00E351BE"/>
    <w:rsid w:val="00E35459"/>
    <w:rsid w:val="00E35C6C"/>
    <w:rsid w:val="00E406C0"/>
    <w:rsid w:val="00E40AAD"/>
    <w:rsid w:val="00E41011"/>
    <w:rsid w:val="00E41576"/>
    <w:rsid w:val="00E41E90"/>
    <w:rsid w:val="00E42862"/>
    <w:rsid w:val="00E42DB9"/>
    <w:rsid w:val="00E430B8"/>
    <w:rsid w:val="00E43F3B"/>
    <w:rsid w:val="00E4464B"/>
    <w:rsid w:val="00E45985"/>
    <w:rsid w:val="00E45F3D"/>
    <w:rsid w:val="00E45FFB"/>
    <w:rsid w:val="00E46300"/>
    <w:rsid w:val="00E4663B"/>
    <w:rsid w:val="00E467F3"/>
    <w:rsid w:val="00E46FA2"/>
    <w:rsid w:val="00E47A1C"/>
    <w:rsid w:val="00E47A37"/>
    <w:rsid w:val="00E47BDD"/>
    <w:rsid w:val="00E50068"/>
    <w:rsid w:val="00E50425"/>
    <w:rsid w:val="00E51042"/>
    <w:rsid w:val="00E51050"/>
    <w:rsid w:val="00E51259"/>
    <w:rsid w:val="00E52ACA"/>
    <w:rsid w:val="00E52C6F"/>
    <w:rsid w:val="00E52D00"/>
    <w:rsid w:val="00E53283"/>
    <w:rsid w:val="00E536D3"/>
    <w:rsid w:val="00E53D17"/>
    <w:rsid w:val="00E55529"/>
    <w:rsid w:val="00E55760"/>
    <w:rsid w:val="00E55899"/>
    <w:rsid w:val="00E56344"/>
    <w:rsid w:val="00E5634F"/>
    <w:rsid w:val="00E56A2F"/>
    <w:rsid w:val="00E56CD4"/>
    <w:rsid w:val="00E57771"/>
    <w:rsid w:val="00E57EF9"/>
    <w:rsid w:val="00E6004E"/>
    <w:rsid w:val="00E603A1"/>
    <w:rsid w:val="00E60809"/>
    <w:rsid w:val="00E60824"/>
    <w:rsid w:val="00E60928"/>
    <w:rsid w:val="00E61BC1"/>
    <w:rsid w:val="00E62819"/>
    <w:rsid w:val="00E62CAB"/>
    <w:rsid w:val="00E6312F"/>
    <w:rsid w:val="00E63138"/>
    <w:rsid w:val="00E632B2"/>
    <w:rsid w:val="00E63921"/>
    <w:rsid w:val="00E6398E"/>
    <w:rsid w:val="00E639C1"/>
    <w:rsid w:val="00E63B98"/>
    <w:rsid w:val="00E63F02"/>
    <w:rsid w:val="00E64ED6"/>
    <w:rsid w:val="00E65459"/>
    <w:rsid w:val="00E70F50"/>
    <w:rsid w:val="00E711C5"/>
    <w:rsid w:val="00E7269C"/>
    <w:rsid w:val="00E72906"/>
    <w:rsid w:val="00E72B4D"/>
    <w:rsid w:val="00E737FC"/>
    <w:rsid w:val="00E74BEF"/>
    <w:rsid w:val="00E74E5E"/>
    <w:rsid w:val="00E75056"/>
    <w:rsid w:val="00E750A3"/>
    <w:rsid w:val="00E7524F"/>
    <w:rsid w:val="00E760B6"/>
    <w:rsid w:val="00E76FE3"/>
    <w:rsid w:val="00E77157"/>
    <w:rsid w:val="00E77E2F"/>
    <w:rsid w:val="00E80359"/>
    <w:rsid w:val="00E80699"/>
    <w:rsid w:val="00E81B8A"/>
    <w:rsid w:val="00E81C7A"/>
    <w:rsid w:val="00E82846"/>
    <w:rsid w:val="00E83C1C"/>
    <w:rsid w:val="00E83EF6"/>
    <w:rsid w:val="00E8609F"/>
    <w:rsid w:val="00E868F3"/>
    <w:rsid w:val="00E86CEA"/>
    <w:rsid w:val="00E870DE"/>
    <w:rsid w:val="00E87321"/>
    <w:rsid w:val="00E8794A"/>
    <w:rsid w:val="00E87AD1"/>
    <w:rsid w:val="00E9019F"/>
    <w:rsid w:val="00E90F54"/>
    <w:rsid w:val="00E9197B"/>
    <w:rsid w:val="00E91BE3"/>
    <w:rsid w:val="00E91F45"/>
    <w:rsid w:val="00E925E4"/>
    <w:rsid w:val="00E92697"/>
    <w:rsid w:val="00E92DAF"/>
    <w:rsid w:val="00E92EA5"/>
    <w:rsid w:val="00E930AD"/>
    <w:rsid w:val="00E939F6"/>
    <w:rsid w:val="00E93B09"/>
    <w:rsid w:val="00E93C57"/>
    <w:rsid w:val="00E94C8B"/>
    <w:rsid w:val="00E954FD"/>
    <w:rsid w:val="00E969AB"/>
    <w:rsid w:val="00E97160"/>
    <w:rsid w:val="00E97777"/>
    <w:rsid w:val="00E9780C"/>
    <w:rsid w:val="00EA07C6"/>
    <w:rsid w:val="00EA0C33"/>
    <w:rsid w:val="00EA15DC"/>
    <w:rsid w:val="00EA293F"/>
    <w:rsid w:val="00EA3806"/>
    <w:rsid w:val="00EA45BA"/>
    <w:rsid w:val="00EA4B74"/>
    <w:rsid w:val="00EA55F0"/>
    <w:rsid w:val="00EA626F"/>
    <w:rsid w:val="00EA6E62"/>
    <w:rsid w:val="00EA6FCB"/>
    <w:rsid w:val="00EA776D"/>
    <w:rsid w:val="00EA7A49"/>
    <w:rsid w:val="00EA7E3E"/>
    <w:rsid w:val="00EB00AE"/>
    <w:rsid w:val="00EB0C5F"/>
    <w:rsid w:val="00EB0F8B"/>
    <w:rsid w:val="00EB1D55"/>
    <w:rsid w:val="00EB24E0"/>
    <w:rsid w:val="00EB290E"/>
    <w:rsid w:val="00EB40F9"/>
    <w:rsid w:val="00EB4548"/>
    <w:rsid w:val="00EB4F6B"/>
    <w:rsid w:val="00EB5C0E"/>
    <w:rsid w:val="00EB611A"/>
    <w:rsid w:val="00EB6A76"/>
    <w:rsid w:val="00EB7272"/>
    <w:rsid w:val="00EB7594"/>
    <w:rsid w:val="00EB7824"/>
    <w:rsid w:val="00EC01E2"/>
    <w:rsid w:val="00EC01E8"/>
    <w:rsid w:val="00EC02A5"/>
    <w:rsid w:val="00EC0D54"/>
    <w:rsid w:val="00EC1451"/>
    <w:rsid w:val="00EC1E0C"/>
    <w:rsid w:val="00EC1E3D"/>
    <w:rsid w:val="00EC29C5"/>
    <w:rsid w:val="00EC2C86"/>
    <w:rsid w:val="00EC2F9F"/>
    <w:rsid w:val="00EC42C2"/>
    <w:rsid w:val="00EC4906"/>
    <w:rsid w:val="00EC5229"/>
    <w:rsid w:val="00EC57AB"/>
    <w:rsid w:val="00EC5FEF"/>
    <w:rsid w:val="00EC60FF"/>
    <w:rsid w:val="00EC61E7"/>
    <w:rsid w:val="00EC63AC"/>
    <w:rsid w:val="00EC7205"/>
    <w:rsid w:val="00EC7DA0"/>
    <w:rsid w:val="00ED036B"/>
    <w:rsid w:val="00ED0475"/>
    <w:rsid w:val="00ED052E"/>
    <w:rsid w:val="00ED14C2"/>
    <w:rsid w:val="00ED183B"/>
    <w:rsid w:val="00ED1D84"/>
    <w:rsid w:val="00ED22E9"/>
    <w:rsid w:val="00ED23C9"/>
    <w:rsid w:val="00ED2BB2"/>
    <w:rsid w:val="00ED2BEC"/>
    <w:rsid w:val="00ED3118"/>
    <w:rsid w:val="00ED3372"/>
    <w:rsid w:val="00ED4044"/>
    <w:rsid w:val="00ED448E"/>
    <w:rsid w:val="00ED4C98"/>
    <w:rsid w:val="00ED51C3"/>
    <w:rsid w:val="00ED58CF"/>
    <w:rsid w:val="00ED6E73"/>
    <w:rsid w:val="00ED6EB1"/>
    <w:rsid w:val="00ED74C6"/>
    <w:rsid w:val="00ED7655"/>
    <w:rsid w:val="00ED7815"/>
    <w:rsid w:val="00ED7D51"/>
    <w:rsid w:val="00EE0363"/>
    <w:rsid w:val="00EE06EA"/>
    <w:rsid w:val="00EE08B9"/>
    <w:rsid w:val="00EE0C5B"/>
    <w:rsid w:val="00EE0F38"/>
    <w:rsid w:val="00EE1178"/>
    <w:rsid w:val="00EE17E4"/>
    <w:rsid w:val="00EE19A8"/>
    <w:rsid w:val="00EE1CD9"/>
    <w:rsid w:val="00EE28F7"/>
    <w:rsid w:val="00EE2BA3"/>
    <w:rsid w:val="00EE2D87"/>
    <w:rsid w:val="00EE2EE0"/>
    <w:rsid w:val="00EE3AB7"/>
    <w:rsid w:val="00EE3EAA"/>
    <w:rsid w:val="00EE4EB3"/>
    <w:rsid w:val="00EE568C"/>
    <w:rsid w:val="00EE6007"/>
    <w:rsid w:val="00EE618A"/>
    <w:rsid w:val="00EE638C"/>
    <w:rsid w:val="00EE7943"/>
    <w:rsid w:val="00EF0963"/>
    <w:rsid w:val="00EF09C6"/>
    <w:rsid w:val="00EF0E4B"/>
    <w:rsid w:val="00EF128C"/>
    <w:rsid w:val="00EF1A01"/>
    <w:rsid w:val="00EF1EA7"/>
    <w:rsid w:val="00EF21F4"/>
    <w:rsid w:val="00EF2B41"/>
    <w:rsid w:val="00EF2D6F"/>
    <w:rsid w:val="00EF2FC4"/>
    <w:rsid w:val="00EF303C"/>
    <w:rsid w:val="00EF311E"/>
    <w:rsid w:val="00EF495C"/>
    <w:rsid w:val="00EF5408"/>
    <w:rsid w:val="00EF554A"/>
    <w:rsid w:val="00EF5809"/>
    <w:rsid w:val="00EF5B9B"/>
    <w:rsid w:val="00EF5F6A"/>
    <w:rsid w:val="00EF6DF4"/>
    <w:rsid w:val="00EF7FCA"/>
    <w:rsid w:val="00F00B0F"/>
    <w:rsid w:val="00F00C9D"/>
    <w:rsid w:val="00F01688"/>
    <w:rsid w:val="00F023DA"/>
    <w:rsid w:val="00F02485"/>
    <w:rsid w:val="00F02567"/>
    <w:rsid w:val="00F02AC3"/>
    <w:rsid w:val="00F02D78"/>
    <w:rsid w:val="00F02ECD"/>
    <w:rsid w:val="00F030B3"/>
    <w:rsid w:val="00F03A3B"/>
    <w:rsid w:val="00F04BB7"/>
    <w:rsid w:val="00F05382"/>
    <w:rsid w:val="00F06DE4"/>
    <w:rsid w:val="00F073A9"/>
    <w:rsid w:val="00F077D9"/>
    <w:rsid w:val="00F078C1"/>
    <w:rsid w:val="00F10C59"/>
    <w:rsid w:val="00F10DB9"/>
    <w:rsid w:val="00F116AC"/>
    <w:rsid w:val="00F1174A"/>
    <w:rsid w:val="00F12359"/>
    <w:rsid w:val="00F12ACB"/>
    <w:rsid w:val="00F138FA"/>
    <w:rsid w:val="00F1398D"/>
    <w:rsid w:val="00F14613"/>
    <w:rsid w:val="00F14D94"/>
    <w:rsid w:val="00F1501C"/>
    <w:rsid w:val="00F1514B"/>
    <w:rsid w:val="00F1640C"/>
    <w:rsid w:val="00F16F16"/>
    <w:rsid w:val="00F17A58"/>
    <w:rsid w:val="00F20077"/>
    <w:rsid w:val="00F217BF"/>
    <w:rsid w:val="00F21928"/>
    <w:rsid w:val="00F22BDF"/>
    <w:rsid w:val="00F22FE6"/>
    <w:rsid w:val="00F232E4"/>
    <w:rsid w:val="00F2352D"/>
    <w:rsid w:val="00F23AFB"/>
    <w:rsid w:val="00F24D4B"/>
    <w:rsid w:val="00F2510C"/>
    <w:rsid w:val="00F261F7"/>
    <w:rsid w:val="00F263C8"/>
    <w:rsid w:val="00F2749C"/>
    <w:rsid w:val="00F30054"/>
    <w:rsid w:val="00F30524"/>
    <w:rsid w:val="00F308EB"/>
    <w:rsid w:val="00F3156F"/>
    <w:rsid w:val="00F3225E"/>
    <w:rsid w:val="00F3298F"/>
    <w:rsid w:val="00F32C4E"/>
    <w:rsid w:val="00F32F2C"/>
    <w:rsid w:val="00F33A97"/>
    <w:rsid w:val="00F33CCD"/>
    <w:rsid w:val="00F34050"/>
    <w:rsid w:val="00F34579"/>
    <w:rsid w:val="00F345C0"/>
    <w:rsid w:val="00F345F4"/>
    <w:rsid w:val="00F34936"/>
    <w:rsid w:val="00F34A93"/>
    <w:rsid w:val="00F355FD"/>
    <w:rsid w:val="00F35DEB"/>
    <w:rsid w:val="00F35EB7"/>
    <w:rsid w:val="00F35F36"/>
    <w:rsid w:val="00F36324"/>
    <w:rsid w:val="00F366EF"/>
    <w:rsid w:val="00F368FC"/>
    <w:rsid w:val="00F400F7"/>
    <w:rsid w:val="00F40D6D"/>
    <w:rsid w:val="00F413BB"/>
    <w:rsid w:val="00F416AA"/>
    <w:rsid w:val="00F420CC"/>
    <w:rsid w:val="00F42B22"/>
    <w:rsid w:val="00F42D87"/>
    <w:rsid w:val="00F43DF0"/>
    <w:rsid w:val="00F43EC7"/>
    <w:rsid w:val="00F44390"/>
    <w:rsid w:val="00F45307"/>
    <w:rsid w:val="00F453DF"/>
    <w:rsid w:val="00F454F7"/>
    <w:rsid w:val="00F45859"/>
    <w:rsid w:val="00F46063"/>
    <w:rsid w:val="00F466A4"/>
    <w:rsid w:val="00F46818"/>
    <w:rsid w:val="00F46BB5"/>
    <w:rsid w:val="00F47234"/>
    <w:rsid w:val="00F4726C"/>
    <w:rsid w:val="00F476E2"/>
    <w:rsid w:val="00F478ED"/>
    <w:rsid w:val="00F506DF"/>
    <w:rsid w:val="00F50BE1"/>
    <w:rsid w:val="00F50E9F"/>
    <w:rsid w:val="00F51149"/>
    <w:rsid w:val="00F51A15"/>
    <w:rsid w:val="00F51C62"/>
    <w:rsid w:val="00F51DDD"/>
    <w:rsid w:val="00F522EB"/>
    <w:rsid w:val="00F52DE9"/>
    <w:rsid w:val="00F52F67"/>
    <w:rsid w:val="00F531B3"/>
    <w:rsid w:val="00F53847"/>
    <w:rsid w:val="00F53941"/>
    <w:rsid w:val="00F53C7A"/>
    <w:rsid w:val="00F54946"/>
    <w:rsid w:val="00F5494F"/>
    <w:rsid w:val="00F54F46"/>
    <w:rsid w:val="00F553B3"/>
    <w:rsid w:val="00F55919"/>
    <w:rsid w:val="00F55FE3"/>
    <w:rsid w:val="00F560D5"/>
    <w:rsid w:val="00F5752A"/>
    <w:rsid w:val="00F575B7"/>
    <w:rsid w:val="00F57681"/>
    <w:rsid w:val="00F576A3"/>
    <w:rsid w:val="00F57914"/>
    <w:rsid w:val="00F57B3D"/>
    <w:rsid w:val="00F57DA5"/>
    <w:rsid w:val="00F6145C"/>
    <w:rsid w:val="00F61583"/>
    <w:rsid w:val="00F632C0"/>
    <w:rsid w:val="00F63547"/>
    <w:rsid w:val="00F63AF8"/>
    <w:rsid w:val="00F6433D"/>
    <w:rsid w:val="00F643CB"/>
    <w:rsid w:val="00F65A54"/>
    <w:rsid w:val="00F65A9C"/>
    <w:rsid w:val="00F65F64"/>
    <w:rsid w:val="00F661FC"/>
    <w:rsid w:val="00F6623E"/>
    <w:rsid w:val="00F6659F"/>
    <w:rsid w:val="00F667CA"/>
    <w:rsid w:val="00F66FCC"/>
    <w:rsid w:val="00F67342"/>
    <w:rsid w:val="00F6734F"/>
    <w:rsid w:val="00F67F91"/>
    <w:rsid w:val="00F711C1"/>
    <w:rsid w:val="00F718DA"/>
    <w:rsid w:val="00F719B2"/>
    <w:rsid w:val="00F71B00"/>
    <w:rsid w:val="00F72502"/>
    <w:rsid w:val="00F72597"/>
    <w:rsid w:val="00F7266A"/>
    <w:rsid w:val="00F72876"/>
    <w:rsid w:val="00F732AF"/>
    <w:rsid w:val="00F736CD"/>
    <w:rsid w:val="00F73995"/>
    <w:rsid w:val="00F739D8"/>
    <w:rsid w:val="00F7415D"/>
    <w:rsid w:val="00F74536"/>
    <w:rsid w:val="00F74FAA"/>
    <w:rsid w:val="00F7509A"/>
    <w:rsid w:val="00F75CAA"/>
    <w:rsid w:val="00F75F11"/>
    <w:rsid w:val="00F76CA5"/>
    <w:rsid w:val="00F76FFD"/>
    <w:rsid w:val="00F77DF3"/>
    <w:rsid w:val="00F77FA4"/>
    <w:rsid w:val="00F80352"/>
    <w:rsid w:val="00F80448"/>
    <w:rsid w:val="00F8068D"/>
    <w:rsid w:val="00F80E23"/>
    <w:rsid w:val="00F80F06"/>
    <w:rsid w:val="00F81E5C"/>
    <w:rsid w:val="00F81ECE"/>
    <w:rsid w:val="00F821DD"/>
    <w:rsid w:val="00F82434"/>
    <w:rsid w:val="00F82562"/>
    <w:rsid w:val="00F83715"/>
    <w:rsid w:val="00F83800"/>
    <w:rsid w:val="00F83B15"/>
    <w:rsid w:val="00F84504"/>
    <w:rsid w:val="00F845BB"/>
    <w:rsid w:val="00F848DC"/>
    <w:rsid w:val="00F84AB4"/>
    <w:rsid w:val="00F84DA0"/>
    <w:rsid w:val="00F857B0"/>
    <w:rsid w:val="00F8630A"/>
    <w:rsid w:val="00F86712"/>
    <w:rsid w:val="00F87DA1"/>
    <w:rsid w:val="00F87F3B"/>
    <w:rsid w:val="00F91630"/>
    <w:rsid w:val="00F91A61"/>
    <w:rsid w:val="00F9293F"/>
    <w:rsid w:val="00F93233"/>
    <w:rsid w:val="00F93305"/>
    <w:rsid w:val="00F93A21"/>
    <w:rsid w:val="00F93C76"/>
    <w:rsid w:val="00F93DF9"/>
    <w:rsid w:val="00F94B4D"/>
    <w:rsid w:val="00F94EBC"/>
    <w:rsid w:val="00F95505"/>
    <w:rsid w:val="00F95923"/>
    <w:rsid w:val="00F9741A"/>
    <w:rsid w:val="00F9746A"/>
    <w:rsid w:val="00F9761F"/>
    <w:rsid w:val="00F97930"/>
    <w:rsid w:val="00F97F44"/>
    <w:rsid w:val="00FA003A"/>
    <w:rsid w:val="00FA0A6C"/>
    <w:rsid w:val="00FA1346"/>
    <w:rsid w:val="00FA1C49"/>
    <w:rsid w:val="00FA1F8E"/>
    <w:rsid w:val="00FA2595"/>
    <w:rsid w:val="00FA2761"/>
    <w:rsid w:val="00FA2EAC"/>
    <w:rsid w:val="00FA2F3D"/>
    <w:rsid w:val="00FA45C7"/>
    <w:rsid w:val="00FA5452"/>
    <w:rsid w:val="00FA5654"/>
    <w:rsid w:val="00FA5F6F"/>
    <w:rsid w:val="00FA5FE6"/>
    <w:rsid w:val="00FA66F7"/>
    <w:rsid w:val="00FA6FDC"/>
    <w:rsid w:val="00FA7261"/>
    <w:rsid w:val="00FB083C"/>
    <w:rsid w:val="00FB0A68"/>
    <w:rsid w:val="00FB0D95"/>
    <w:rsid w:val="00FB0DAB"/>
    <w:rsid w:val="00FB0E1C"/>
    <w:rsid w:val="00FB10CA"/>
    <w:rsid w:val="00FB1371"/>
    <w:rsid w:val="00FB1C83"/>
    <w:rsid w:val="00FB2149"/>
    <w:rsid w:val="00FB27A7"/>
    <w:rsid w:val="00FB2A32"/>
    <w:rsid w:val="00FB2A4E"/>
    <w:rsid w:val="00FB2C27"/>
    <w:rsid w:val="00FB3159"/>
    <w:rsid w:val="00FB40E5"/>
    <w:rsid w:val="00FB44D2"/>
    <w:rsid w:val="00FB455C"/>
    <w:rsid w:val="00FB461F"/>
    <w:rsid w:val="00FB4DD1"/>
    <w:rsid w:val="00FB55B4"/>
    <w:rsid w:val="00FB599E"/>
    <w:rsid w:val="00FB61F2"/>
    <w:rsid w:val="00FB6A87"/>
    <w:rsid w:val="00FB6F66"/>
    <w:rsid w:val="00FB7B01"/>
    <w:rsid w:val="00FC031E"/>
    <w:rsid w:val="00FC05E3"/>
    <w:rsid w:val="00FC18BB"/>
    <w:rsid w:val="00FC1CFC"/>
    <w:rsid w:val="00FC1E2E"/>
    <w:rsid w:val="00FC1EEA"/>
    <w:rsid w:val="00FC33D8"/>
    <w:rsid w:val="00FC46EE"/>
    <w:rsid w:val="00FC4CC8"/>
    <w:rsid w:val="00FC5375"/>
    <w:rsid w:val="00FC56B1"/>
    <w:rsid w:val="00FC5CA0"/>
    <w:rsid w:val="00FC5EB6"/>
    <w:rsid w:val="00FC65C4"/>
    <w:rsid w:val="00FC66CF"/>
    <w:rsid w:val="00FC6D94"/>
    <w:rsid w:val="00FC6F08"/>
    <w:rsid w:val="00FC7AFE"/>
    <w:rsid w:val="00FC7E4A"/>
    <w:rsid w:val="00FD0BA6"/>
    <w:rsid w:val="00FD0E52"/>
    <w:rsid w:val="00FD0F86"/>
    <w:rsid w:val="00FD12A7"/>
    <w:rsid w:val="00FD1CC1"/>
    <w:rsid w:val="00FD2109"/>
    <w:rsid w:val="00FD2867"/>
    <w:rsid w:val="00FD3C78"/>
    <w:rsid w:val="00FD4569"/>
    <w:rsid w:val="00FD5364"/>
    <w:rsid w:val="00FD54C5"/>
    <w:rsid w:val="00FD608D"/>
    <w:rsid w:val="00FD60C4"/>
    <w:rsid w:val="00FD66AE"/>
    <w:rsid w:val="00FD66B9"/>
    <w:rsid w:val="00FD720A"/>
    <w:rsid w:val="00FD751B"/>
    <w:rsid w:val="00FD78E4"/>
    <w:rsid w:val="00FD7A22"/>
    <w:rsid w:val="00FE0141"/>
    <w:rsid w:val="00FE0274"/>
    <w:rsid w:val="00FE0563"/>
    <w:rsid w:val="00FE0A4D"/>
    <w:rsid w:val="00FE0C55"/>
    <w:rsid w:val="00FE128C"/>
    <w:rsid w:val="00FE12EE"/>
    <w:rsid w:val="00FE19C5"/>
    <w:rsid w:val="00FE226D"/>
    <w:rsid w:val="00FE22CA"/>
    <w:rsid w:val="00FE231A"/>
    <w:rsid w:val="00FE2AF8"/>
    <w:rsid w:val="00FE375B"/>
    <w:rsid w:val="00FE37C8"/>
    <w:rsid w:val="00FE3AB7"/>
    <w:rsid w:val="00FE3DED"/>
    <w:rsid w:val="00FE4252"/>
    <w:rsid w:val="00FE4282"/>
    <w:rsid w:val="00FE42D3"/>
    <w:rsid w:val="00FE45CB"/>
    <w:rsid w:val="00FE471A"/>
    <w:rsid w:val="00FE4B35"/>
    <w:rsid w:val="00FE5A60"/>
    <w:rsid w:val="00FE5D8A"/>
    <w:rsid w:val="00FE6AA4"/>
    <w:rsid w:val="00FE72FA"/>
    <w:rsid w:val="00FF069B"/>
    <w:rsid w:val="00FF0AE9"/>
    <w:rsid w:val="00FF0CFD"/>
    <w:rsid w:val="00FF0D07"/>
    <w:rsid w:val="00FF1C3E"/>
    <w:rsid w:val="00FF1F91"/>
    <w:rsid w:val="00FF2A42"/>
    <w:rsid w:val="00FF2CC6"/>
    <w:rsid w:val="00FF2FF1"/>
    <w:rsid w:val="00FF305E"/>
    <w:rsid w:val="00FF38AF"/>
    <w:rsid w:val="00FF55C4"/>
    <w:rsid w:val="00FF5C6E"/>
    <w:rsid w:val="00FF6340"/>
    <w:rsid w:val="00FF6967"/>
    <w:rsid w:val="00FF7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6D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6D8F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686D8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6D8F"/>
    <w:rPr>
      <w:rFonts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398</Words>
  <Characters>2273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Вельжичская</cp:lastModifiedBy>
  <cp:revision>6</cp:revision>
  <cp:lastPrinted>2017-02-01T11:56:00Z</cp:lastPrinted>
  <dcterms:created xsi:type="dcterms:W3CDTF">2017-01-30T11:39:00Z</dcterms:created>
  <dcterms:modified xsi:type="dcterms:W3CDTF">2017-06-05T08:45:00Z</dcterms:modified>
</cp:coreProperties>
</file>